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EF687" w14:textId="77777777" w:rsidR="007017A5" w:rsidRPr="00277612" w:rsidRDefault="007017A5">
      <w:pPr>
        <w:rPr>
          <w:rStyle w:val="Krepko"/>
        </w:rPr>
      </w:pPr>
    </w:p>
    <w:tbl>
      <w:tblPr>
        <w:tblW w:w="0" w:type="auto"/>
        <w:jc w:val="center"/>
        <w:tblLayout w:type="fixed"/>
        <w:tblCellMar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5245"/>
        <w:gridCol w:w="2052"/>
      </w:tblGrid>
      <w:tr w:rsidR="00720E2F" w14:paraId="3145EAD7" w14:textId="77777777" w:rsidTr="00413671">
        <w:trPr>
          <w:jc w:val="center"/>
        </w:trPr>
        <w:tc>
          <w:tcPr>
            <w:tcW w:w="1913" w:type="dxa"/>
            <w:vAlign w:val="center"/>
          </w:tcPr>
          <w:p w14:paraId="12761FF8" w14:textId="77777777" w:rsidR="00720E2F" w:rsidRDefault="00D353CD" w:rsidP="0085160E">
            <w:pPr>
              <w:pStyle w:val="Glava"/>
            </w:pPr>
            <w:r>
              <w:rPr>
                <w:noProof/>
                <w:lang w:eastAsia="sl-SI"/>
              </w:rPr>
              <w:drawing>
                <wp:anchor distT="0" distB="0" distL="114300" distR="114300" simplePos="0" relativeHeight="251657728" behindDoc="0" locked="0" layoutInCell="1" allowOverlap="1" wp14:anchorId="57E93D7E" wp14:editId="29E8F3E6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695325" cy="790575"/>
                  <wp:effectExtent l="0" t="0" r="9525" b="9525"/>
                  <wp:wrapSquare wrapText="bothSides"/>
                  <wp:docPr id="2" name="Slika 16" descr="G:\MOJCA\stye\grb_horju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6" descr="G:\MOJCA\stye\grb_horju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45" w:type="dxa"/>
            <w:vAlign w:val="center"/>
          </w:tcPr>
          <w:p w14:paraId="58B531A7" w14:textId="77777777" w:rsidR="00720E2F" w:rsidRPr="00413671" w:rsidRDefault="00720E2F" w:rsidP="00413671">
            <w:pPr>
              <w:jc w:val="center"/>
              <w:rPr>
                <w:b/>
              </w:rPr>
            </w:pPr>
            <w:r w:rsidRPr="00413671">
              <w:rPr>
                <w:b/>
                <w:shd w:val="pct5" w:color="auto" w:fill="FFFFFF"/>
              </w:rPr>
              <w:t>OBČINA HORJUL</w:t>
            </w:r>
          </w:p>
          <w:p w14:paraId="3A3EB53A" w14:textId="77777777" w:rsidR="00720E2F" w:rsidRPr="00413671" w:rsidRDefault="00720E2F" w:rsidP="00413671">
            <w:pPr>
              <w:jc w:val="center"/>
              <w:rPr>
                <w:color w:val="000000"/>
                <w:sz w:val="20"/>
                <w:szCs w:val="20"/>
              </w:rPr>
            </w:pPr>
            <w:r w:rsidRPr="00413671">
              <w:rPr>
                <w:color w:val="000000"/>
                <w:sz w:val="20"/>
                <w:szCs w:val="20"/>
              </w:rPr>
              <w:t>Občinski trg 1</w:t>
            </w:r>
          </w:p>
          <w:p w14:paraId="12BB3895" w14:textId="77777777" w:rsidR="00720E2F" w:rsidRPr="00413671" w:rsidRDefault="00720E2F" w:rsidP="00413671">
            <w:pPr>
              <w:jc w:val="center"/>
              <w:rPr>
                <w:sz w:val="20"/>
                <w:szCs w:val="20"/>
              </w:rPr>
            </w:pPr>
            <w:r w:rsidRPr="00413671">
              <w:rPr>
                <w:sz w:val="20"/>
                <w:szCs w:val="20"/>
              </w:rPr>
              <w:t>1354 HORJUL</w:t>
            </w:r>
          </w:p>
          <w:p w14:paraId="33765CAF" w14:textId="1FDF398F" w:rsidR="00720E2F" w:rsidRDefault="00720E2F" w:rsidP="00413671">
            <w:pPr>
              <w:pStyle w:val="Glava"/>
              <w:jc w:val="center"/>
            </w:pPr>
            <w:r w:rsidRPr="00413671">
              <w:rPr>
                <w:rFonts w:ascii="Wingdings" w:hAnsi="Wingdings"/>
                <w:snapToGrid w:val="0"/>
                <w:sz w:val="20"/>
                <w:shd w:val="pct5" w:color="auto" w:fill="FFFFFF"/>
                <w:lang w:eastAsia="sl-SI"/>
              </w:rPr>
              <w:t></w:t>
            </w:r>
            <w:r w:rsidRPr="00413671">
              <w:rPr>
                <w:sz w:val="20"/>
                <w:shd w:val="pct5" w:color="auto" w:fill="FFFFFF"/>
              </w:rPr>
              <w:t xml:space="preserve">(01) 7591 120    </w:t>
            </w:r>
            <w:r w:rsidRPr="00413671">
              <w:rPr>
                <w:sz w:val="20"/>
                <w:shd w:val="pct5" w:color="auto" w:fill="FFFFFF"/>
              </w:rPr>
              <w:br/>
              <w:t>E-mail: obcina@horjul.si</w:t>
            </w:r>
          </w:p>
        </w:tc>
        <w:tc>
          <w:tcPr>
            <w:tcW w:w="2052" w:type="dxa"/>
            <w:vAlign w:val="center"/>
          </w:tcPr>
          <w:p w14:paraId="5ECE7406" w14:textId="77777777" w:rsidR="00720E2F" w:rsidRDefault="00720E2F" w:rsidP="00214EFA">
            <w:pPr>
              <w:pStyle w:val="Glava"/>
              <w:jc w:val="center"/>
            </w:pPr>
          </w:p>
        </w:tc>
      </w:tr>
    </w:tbl>
    <w:p w14:paraId="624EF9B8" w14:textId="77777777" w:rsidR="00720E2F" w:rsidRDefault="00720E2F" w:rsidP="00720E2F"/>
    <w:p w14:paraId="087B43BE" w14:textId="77777777" w:rsidR="009C36FB" w:rsidRPr="00381F40" w:rsidRDefault="009C36FB" w:rsidP="007A0124"/>
    <w:p w14:paraId="4F6E085C" w14:textId="7AFE99AE" w:rsidR="007A0124" w:rsidRPr="006228D8" w:rsidRDefault="007A0124" w:rsidP="007A0124">
      <w:r w:rsidRPr="006228D8">
        <w:t>Štev</w:t>
      </w:r>
      <w:r w:rsidR="00E76BE9" w:rsidRPr="006228D8">
        <w:t>ilka</w:t>
      </w:r>
      <w:r w:rsidR="009368C3" w:rsidRPr="006228D8">
        <w:t xml:space="preserve">: </w:t>
      </w:r>
      <w:r w:rsidR="00A66289" w:rsidRPr="006228D8">
        <w:t>9000-000</w:t>
      </w:r>
      <w:r w:rsidR="006B1357">
        <w:t>2</w:t>
      </w:r>
      <w:r w:rsidR="00A66289" w:rsidRPr="006228D8">
        <w:t>/202</w:t>
      </w:r>
      <w:r w:rsidR="00D25125">
        <w:t>5</w:t>
      </w:r>
      <w:r w:rsidR="006228D8">
        <w:t>-1</w:t>
      </w:r>
    </w:p>
    <w:p w14:paraId="4B43821F" w14:textId="13F156DA" w:rsidR="00C26EDC" w:rsidRPr="00F87215" w:rsidRDefault="00886DF7" w:rsidP="00D353CD">
      <w:r w:rsidRPr="00F87215">
        <w:t>Datum:</w:t>
      </w:r>
      <w:r w:rsidR="00445D5E" w:rsidRPr="00F87215">
        <w:t xml:space="preserve"> </w:t>
      </w:r>
      <w:r w:rsidR="00F87215" w:rsidRPr="00F87215">
        <w:t>04</w:t>
      </w:r>
      <w:r w:rsidR="009F29AC" w:rsidRPr="00F87215">
        <w:t xml:space="preserve">. </w:t>
      </w:r>
      <w:r w:rsidR="00F87215" w:rsidRPr="00F87215">
        <w:t>06</w:t>
      </w:r>
      <w:r w:rsidR="009F29AC" w:rsidRPr="00F87215">
        <w:t>. 2025</w:t>
      </w:r>
    </w:p>
    <w:p w14:paraId="77E3AAC9" w14:textId="77777777" w:rsidR="00E13387" w:rsidRPr="002C24E4" w:rsidRDefault="00E13387" w:rsidP="00D353CD"/>
    <w:p w14:paraId="741BE4D1" w14:textId="77777777" w:rsidR="007667B8" w:rsidRPr="00652623" w:rsidRDefault="007667B8" w:rsidP="00D353CD"/>
    <w:p w14:paraId="6D26133E" w14:textId="77777777" w:rsidR="00E13387" w:rsidRPr="00652623" w:rsidRDefault="00E13387" w:rsidP="00D353CD"/>
    <w:p w14:paraId="68BD3253" w14:textId="77777777" w:rsidR="00D353CD" w:rsidRPr="00652623" w:rsidRDefault="00D353CD" w:rsidP="00D353CD">
      <w:pPr>
        <w:jc w:val="center"/>
        <w:rPr>
          <w:b/>
          <w:sz w:val="32"/>
        </w:rPr>
      </w:pPr>
      <w:r w:rsidRPr="00652623">
        <w:rPr>
          <w:b/>
          <w:sz w:val="32"/>
        </w:rPr>
        <w:t xml:space="preserve">S K L I C U J E M </w:t>
      </w:r>
    </w:p>
    <w:p w14:paraId="0C900342" w14:textId="77777777" w:rsidR="00D42E9A" w:rsidRDefault="00D42E9A" w:rsidP="00D42E9A">
      <w:pPr>
        <w:rPr>
          <w:sz w:val="28"/>
        </w:rPr>
      </w:pPr>
      <w:r>
        <w:rPr>
          <w:sz w:val="28"/>
        </w:rPr>
        <w:tab/>
      </w:r>
    </w:p>
    <w:p w14:paraId="6E1318E8" w14:textId="202274CC" w:rsidR="00D353CD" w:rsidRPr="00690405" w:rsidRDefault="00061351" w:rsidP="00D42E9A">
      <w:pPr>
        <w:jc w:val="center"/>
        <w:rPr>
          <w:sz w:val="28"/>
        </w:rPr>
      </w:pPr>
      <w:r w:rsidRPr="00690405">
        <w:rPr>
          <w:sz w:val="28"/>
        </w:rPr>
        <w:t>1</w:t>
      </w:r>
      <w:r w:rsidR="00DD62E4">
        <w:rPr>
          <w:sz w:val="28"/>
        </w:rPr>
        <w:t>6</w:t>
      </w:r>
      <w:r w:rsidR="00D42E9A" w:rsidRPr="00690405">
        <w:rPr>
          <w:sz w:val="28"/>
        </w:rPr>
        <w:t xml:space="preserve">. </w:t>
      </w:r>
      <w:r w:rsidR="00C85FB9" w:rsidRPr="00690405">
        <w:rPr>
          <w:sz w:val="28"/>
        </w:rPr>
        <w:t xml:space="preserve">redno </w:t>
      </w:r>
      <w:r w:rsidR="00C82675" w:rsidRPr="00690405">
        <w:rPr>
          <w:sz w:val="28"/>
        </w:rPr>
        <w:t xml:space="preserve">sejo </w:t>
      </w:r>
      <w:r w:rsidR="00D353CD" w:rsidRPr="00690405">
        <w:rPr>
          <w:sz w:val="28"/>
        </w:rPr>
        <w:t>občinskega sveta Občine Horjul,</w:t>
      </w:r>
    </w:p>
    <w:p w14:paraId="6DAF6FBE" w14:textId="77777777" w:rsidR="00D353CD" w:rsidRPr="0073612D" w:rsidRDefault="00D353CD" w:rsidP="00D353CD">
      <w:pPr>
        <w:jc w:val="center"/>
        <w:rPr>
          <w:sz w:val="28"/>
        </w:rPr>
      </w:pPr>
    </w:p>
    <w:p w14:paraId="7E5EC8C7" w14:textId="0860B28D" w:rsidR="00D353CD" w:rsidRPr="004B1BF6" w:rsidRDefault="00980E2C" w:rsidP="00D353CD">
      <w:pPr>
        <w:jc w:val="center"/>
        <w:rPr>
          <w:b/>
          <w:sz w:val="28"/>
        </w:rPr>
      </w:pPr>
      <w:r w:rsidRPr="004B1BF6">
        <w:rPr>
          <w:b/>
          <w:sz w:val="28"/>
        </w:rPr>
        <w:t xml:space="preserve">v </w:t>
      </w:r>
      <w:r w:rsidR="00244F1A" w:rsidRPr="004B1BF6">
        <w:rPr>
          <w:b/>
          <w:sz w:val="28"/>
        </w:rPr>
        <w:t>četrtek</w:t>
      </w:r>
      <w:r w:rsidRPr="004B1BF6">
        <w:rPr>
          <w:b/>
          <w:sz w:val="28"/>
        </w:rPr>
        <w:t>,</w:t>
      </w:r>
      <w:r w:rsidR="004C2B8F" w:rsidRPr="004B1BF6">
        <w:rPr>
          <w:b/>
          <w:sz w:val="28"/>
        </w:rPr>
        <w:t xml:space="preserve"> </w:t>
      </w:r>
      <w:r w:rsidR="004B1BF6" w:rsidRPr="004B1BF6">
        <w:rPr>
          <w:b/>
          <w:sz w:val="28"/>
        </w:rPr>
        <w:t>12</w:t>
      </w:r>
      <w:r w:rsidR="00381F40" w:rsidRPr="004B1BF6">
        <w:rPr>
          <w:b/>
          <w:sz w:val="28"/>
        </w:rPr>
        <w:t>.</w:t>
      </w:r>
      <w:r w:rsidR="00690405" w:rsidRPr="004B1BF6">
        <w:rPr>
          <w:b/>
          <w:sz w:val="28"/>
        </w:rPr>
        <w:t xml:space="preserve"> </w:t>
      </w:r>
      <w:r w:rsidR="004B1BF6" w:rsidRPr="004B1BF6">
        <w:rPr>
          <w:b/>
          <w:sz w:val="28"/>
        </w:rPr>
        <w:t>6</w:t>
      </w:r>
      <w:r w:rsidR="00406014" w:rsidRPr="004B1BF6">
        <w:rPr>
          <w:b/>
          <w:sz w:val="28"/>
        </w:rPr>
        <w:t>.</w:t>
      </w:r>
      <w:r w:rsidR="00690405" w:rsidRPr="004B1BF6">
        <w:rPr>
          <w:b/>
          <w:sz w:val="28"/>
        </w:rPr>
        <w:t xml:space="preserve"> </w:t>
      </w:r>
      <w:r w:rsidR="00406014" w:rsidRPr="004B1BF6">
        <w:rPr>
          <w:b/>
          <w:sz w:val="28"/>
        </w:rPr>
        <w:t>202</w:t>
      </w:r>
      <w:r w:rsidR="00690405" w:rsidRPr="004B1BF6">
        <w:rPr>
          <w:b/>
          <w:sz w:val="28"/>
        </w:rPr>
        <w:t>5</w:t>
      </w:r>
      <w:r w:rsidR="004633B9" w:rsidRPr="004B1BF6">
        <w:rPr>
          <w:b/>
          <w:sz w:val="28"/>
        </w:rPr>
        <w:t>,</w:t>
      </w:r>
      <w:r w:rsidR="008B2AA2" w:rsidRPr="004B1BF6">
        <w:rPr>
          <w:b/>
          <w:sz w:val="28"/>
        </w:rPr>
        <w:t xml:space="preserve"> </w:t>
      </w:r>
      <w:r w:rsidR="006D48D8" w:rsidRPr="004B1BF6">
        <w:rPr>
          <w:b/>
          <w:sz w:val="28"/>
        </w:rPr>
        <w:t xml:space="preserve">ob </w:t>
      </w:r>
      <w:r w:rsidR="00244F1A" w:rsidRPr="004B1BF6">
        <w:rPr>
          <w:b/>
          <w:sz w:val="28"/>
        </w:rPr>
        <w:t>1</w:t>
      </w:r>
      <w:r w:rsidR="00D01DD0" w:rsidRPr="004B1BF6">
        <w:rPr>
          <w:b/>
          <w:sz w:val="28"/>
        </w:rPr>
        <w:t>9</w:t>
      </w:r>
      <w:r w:rsidR="004B1BF6" w:rsidRPr="004B1BF6">
        <w:rPr>
          <w:b/>
          <w:sz w:val="28"/>
        </w:rPr>
        <w:t>:30</w:t>
      </w:r>
      <w:r w:rsidR="00D353CD" w:rsidRPr="004B1BF6">
        <w:rPr>
          <w:b/>
          <w:sz w:val="28"/>
        </w:rPr>
        <w:t xml:space="preserve"> uri, v sejni sobi Občine Horjul.</w:t>
      </w:r>
    </w:p>
    <w:p w14:paraId="154964C5" w14:textId="77777777" w:rsidR="00D353CD" w:rsidRPr="00652623" w:rsidRDefault="00D353CD" w:rsidP="00D353CD"/>
    <w:p w14:paraId="3BAB9163" w14:textId="77777777" w:rsidR="00E13387" w:rsidRPr="00652623" w:rsidRDefault="00E13387" w:rsidP="00D353CD"/>
    <w:p w14:paraId="44D0672B" w14:textId="77777777" w:rsidR="00D353CD" w:rsidRPr="00652623" w:rsidRDefault="00D353CD" w:rsidP="00D353CD">
      <w:r w:rsidRPr="00652623">
        <w:t xml:space="preserve">Dnevni red: </w:t>
      </w:r>
    </w:p>
    <w:p w14:paraId="0A12C094" w14:textId="77777777" w:rsidR="00D353CD" w:rsidRPr="00652623" w:rsidRDefault="00D353CD" w:rsidP="00D353CD"/>
    <w:p w14:paraId="271F2FCA" w14:textId="334245AA" w:rsidR="00DC482C" w:rsidRPr="00C83D73" w:rsidRDefault="00652623" w:rsidP="00652623">
      <w:pPr>
        <w:numPr>
          <w:ilvl w:val="0"/>
          <w:numId w:val="10"/>
        </w:numPr>
        <w:jc w:val="both"/>
      </w:pPr>
      <w:r w:rsidRPr="00C83D73">
        <w:t xml:space="preserve">Pregled in sprejem zapisnika </w:t>
      </w:r>
      <w:r w:rsidR="00061351" w:rsidRPr="00C83D73">
        <w:t>1</w:t>
      </w:r>
      <w:r w:rsidR="006B1357">
        <w:t>5</w:t>
      </w:r>
      <w:r w:rsidRPr="00C83D73">
        <w:t>. redne seje</w:t>
      </w:r>
    </w:p>
    <w:p w14:paraId="0AFCC8B0" w14:textId="77777777" w:rsidR="000252BF" w:rsidRDefault="000252BF" w:rsidP="000252BF">
      <w:pPr>
        <w:numPr>
          <w:ilvl w:val="0"/>
          <w:numId w:val="10"/>
        </w:numPr>
        <w:jc w:val="both"/>
        <w:rPr>
          <w:color w:val="000000" w:themeColor="text1"/>
        </w:rPr>
      </w:pPr>
      <w:r w:rsidRPr="008454B6">
        <w:rPr>
          <w:color w:val="000000" w:themeColor="text1"/>
        </w:rPr>
        <w:t>Letno poročilo o delu MIRED</w:t>
      </w:r>
    </w:p>
    <w:p w14:paraId="54F8E171" w14:textId="17ABEF01" w:rsidR="00F172C5" w:rsidRDefault="00F172C5" w:rsidP="009F29AC">
      <w:pPr>
        <w:numPr>
          <w:ilvl w:val="0"/>
          <w:numId w:val="10"/>
        </w:numPr>
        <w:jc w:val="both"/>
        <w:rPr>
          <w:color w:val="000000" w:themeColor="text1"/>
        </w:rPr>
      </w:pPr>
      <w:r>
        <w:rPr>
          <w:color w:val="000000" w:themeColor="text1"/>
        </w:rPr>
        <w:t>Letno poročilo Naš časopis</w:t>
      </w:r>
    </w:p>
    <w:p w14:paraId="7D528CF4" w14:textId="58A53541" w:rsidR="009F29AC" w:rsidRPr="00B33191" w:rsidRDefault="004B1BF6" w:rsidP="009F29AC">
      <w:pPr>
        <w:numPr>
          <w:ilvl w:val="0"/>
          <w:numId w:val="10"/>
        </w:numPr>
        <w:jc w:val="both"/>
        <w:rPr>
          <w:color w:val="000000" w:themeColor="text1"/>
        </w:rPr>
      </w:pPr>
      <w:r w:rsidRPr="00B33191">
        <w:rPr>
          <w:color w:val="000000" w:themeColor="text1"/>
        </w:rPr>
        <w:t xml:space="preserve">Odlok o </w:t>
      </w:r>
      <w:r w:rsidR="004541A6">
        <w:rPr>
          <w:color w:val="000000" w:themeColor="text1"/>
        </w:rPr>
        <w:t>sofinanciranju letnega programa športa v Občini Horjul</w:t>
      </w:r>
      <w:r w:rsidRPr="00B33191">
        <w:rPr>
          <w:color w:val="000000" w:themeColor="text1"/>
        </w:rPr>
        <w:t xml:space="preserve"> – prvo branje</w:t>
      </w:r>
    </w:p>
    <w:p w14:paraId="0A0F909D" w14:textId="77777777" w:rsidR="00B042EA" w:rsidRPr="00DD62E4" w:rsidRDefault="00B042EA" w:rsidP="00B042EA">
      <w:pPr>
        <w:numPr>
          <w:ilvl w:val="0"/>
          <w:numId w:val="10"/>
        </w:numPr>
        <w:jc w:val="both"/>
      </w:pPr>
      <w:r w:rsidRPr="00DD62E4">
        <w:t>Izvzem JD</w:t>
      </w:r>
    </w:p>
    <w:p w14:paraId="04C5D4D1" w14:textId="50C21946" w:rsidR="00F1563A" w:rsidRPr="005039DE" w:rsidRDefault="00F1563A" w:rsidP="00B042EA">
      <w:pPr>
        <w:numPr>
          <w:ilvl w:val="0"/>
          <w:numId w:val="10"/>
        </w:numPr>
        <w:jc w:val="both"/>
      </w:pPr>
      <w:r w:rsidRPr="005039DE">
        <w:t xml:space="preserve">Uskladitev </w:t>
      </w:r>
      <w:r w:rsidR="009071DB" w:rsidRPr="005039DE">
        <w:t>volilnega sistema s prakso ustavnega sodišča</w:t>
      </w:r>
      <w:r w:rsidR="00B042EA" w:rsidRPr="005039DE">
        <w:t xml:space="preserve"> </w:t>
      </w:r>
    </w:p>
    <w:p w14:paraId="097603E0" w14:textId="041476DC" w:rsidR="0027562A" w:rsidRDefault="0027562A" w:rsidP="0032323D">
      <w:pPr>
        <w:pStyle w:val="Odstavekseznama"/>
        <w:numPr>
          <w:ilvl w:val="0"/>
          <w:numId w:val="10"/>
        </w:numPr>
        <w:jc w:val="both"/>
      </w:pPr>
      <w:r w:rsidRPr="0092540E">
        <w:t>Predlogi za praznični občinski transparent</w:t>
      </w:r>
    </w:p>
    <w:p w14:paraId="24688439" w14:textId="77777777" w:rsidR="00F172C5" w:rsidRPr="009B2EDC" w:rsidRDefault="00F172C5" w:rsidP="00F172C5">
      <w:pPr>
        <w:numPr>
          <w:ilvl w:val="0"/>
          <w:numId w:val="10"/>
        </w:numPr>
        <w:jc w:val="both"/>
        <w:rPr>
          <w:color w:val="000000" w:themeColor="text1"/>
        </w:rPr>
      </w:pPr>
      <w:bookmarkStart w:id="0" w:name="_Hlk526593173"/>
      <w:r w:rsidRPr="009B2EDC">
        <w:rPr>
          <w:color w:val="000000" w:themeColor="text1"/>
        </w:rPr>
        <w:t>Odlok o spremembah in dopolnitvah Odloka o proračunu Občine Horjul za leto 202</w:t>
      </w:r>
      <w:r>
        <w:rPr>
          <w:color w:val="000000" w:themeColor="text1"/>
        </w:rPr>
        <w:t>5</w:t>
      </w:r>
      <w:r w:rsidRPr="009B2EDC">
        <w:rPr>
          <w:color w:val="000000" w:themeColor="text1"/>
        </w:rPr>
        <w:t xml:space="preserve"> </w:t>
      </w:r>
      <w:bookmarkEnd w:id="0"/>
      <w:r w:rsidRPr="009B2EDC">
        <w:rPr>
          <w:color w:val="000000" w:themeColor="text1"/>
        </w:rPr>
        <w:t>– skrajšani postopek</w:t>
      </w:r>
    </w:p>
    <w:p w14:paraId="604C0785" w14:textId="4B6C012D" w:rsidR="00652623" w:rsidRPr="00F736FF" w:rsidRDefault="00652623" w:rsidP="0032323D">
      <w:pPr>
        <w:pStyle w:val="Odstavekseznama"/>
        <w:numPr>
          <w:ilvl w:val="0"/>
          <w:numId w:val="10"/>
        </w:numPr>
        <w:jc w:val="both"/>
      </w:pPr>
      <w:r w:rsidRPr="00F736FF">
        <w:t>Informacije, pobude, vprašanja</w:t>
      </w:r>
    </w:p>
    <w:p w14:paraId="0E0CAD3C" w14:textId="77777777" w:rsidR="00EF29D3" w:rsidRPr="005334FA" w:rsidRDefault="00EF29D3" w:rsidP="009675BA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2670"/>
        <w:gridCol w:w="2977"/>
      </w:tblGrid>
      <w:tr w:rsidR="005334FA" w:rsidRPr="005334FA" w14:paraId="75AEF706" w14:textId="77777777" w:rsidTr="007D5A21">
        <w:tc>
          <w:tcPr>
            <w:tcW w:w="3070" w:type="dxa"/>
          </w:tcPr>
          <w:p w14:paraId="175EA0AE" w14:textId="77777777" w:rsidR="00D353CD" w:rsidRPr="005334FA" w:rsidRDefault="00D353CD" w:rsidP="007D5A21">
            <w:r w:rsidRPr="005334FA">
              <w:t xml:space="preserve">Lep pozdrav, </w:t>
            </w:r>
          </w:p>
          <w:p w14:paraId="2446EA6F" w14:textId="77777777" w:rsidR="00AC5DB1" w:rsidRPr="005334FA" w:rsidRDefault="00AC5DB1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4F9C7924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77C0E72C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  <w:p w14:paraId="3E7184D6" w14:textId="77777777" w:rsidR="008215DC" w:rsidRPr="005334FA" w:rsidRDefault="008215DC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2401D757" w14:textId="77777777" w:rsidR="00D353CD" w:rsidRPr="005334FA" w:rsidRDefault="00D353CD" w:rsidP="0006601D">
            <w:pPr>
              <w:jc w:val="center"/>
            </w:pPr>
          </w:p>
        </w:tc>
      </w:tr>
      <w:tr w:rsidR="00C33AA4" w:rsidRPr="005334FA" w14:paraId="3A75AD02" w14:textId="77777777" w:rsidTr="007D5A21">
        <w:tc>
          <w:tcPr>
            <w:tcW w:w="3070" w:type="dxa"/>
          </w:tcPr>
          <w:p w14:paraId="544799E3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  <w:p w14:paraId="59E78B48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670" w:type="dxa"/>
          </w:tcPr>
          <w:p w14:paraId="22D71FA0" w14:textId="77777777" w:rsidR="00D353CD" w:rsidRPr="005334FA" w:rsidRDefault="00D353CD" w:rsidP="007D5A21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hideMark/>
          </w:tcPr>
          <w:p w14:paraId="31E50821" w14:textId="77777777" w:rsidR="00D353CD" w:rsidRPr="005334FA" w:rsidRDefault="00D353CD" w:rsidP="0006601D">
            <w:pPr>
              <w:jc w:val="center"/>
            </w:pPr>
            <w:r w:rsidRPr="005334FA">
              <w:t>Janko Prebil</w:t>
            </w:r>
            <w:r w:rsidR="005230B4" w:rsidRPr="005334FA">
              <w:t>,</w:t>
            </w:r>
            <w:r w:rsidR="005230B4" w:rsidRPr="005334FA">
              <w:br/>
              <w:t xml:space="preserve"> župan</w:t>
            </w:r>
          </w:p>
        </w:tc>
      </w:tr>
    </w:tbl>
    <w:p w14:paraId="1F19DC33" w14:textId="77777777" w:rsidR="008215DC" w:rsidRPr="005334FA" w:rsidRDefault="008215DC" w:rsidP="00D353CD"/>
    <w:p w14:paraId="3E2157C9" w14:textId="77777777" w:rsidR="00D353CD" w:rsidRPr="005334FA" w:rsidRDefault="00D353CD" w:rsidP="00D353CD">
      <w:r w:rsidRPr="005334FA">
        <w:t xml:space="preserve">Vabljeni: </w:t>
      </w:r>
    </w:p>
    <w:p w14:paraId="203189E5" w14:textId="77777777" w:rsidR="00D353CD" w:rsidRPr="005334FA" w:rsidRDefault="004633B9" w:rsidP="00D353CD">
      <w:pPr>
        <w:numPr>
          <w:ilvl w:val="0"/>
          <w:numId w:val="2"/>
        </w:numPr>
      </w:pPr>
      <w:r w:rsidRPr="005334FA">
        <w:t>Župan Janko Prebil</w:t>
      </w:r>
    </w:p>
    <w:p w14:paraId="2783E1CC" w14:textId="12D35F24" w:rsidR="0085160E" w:rsidRPr="005334FA" w:rsidRDefault="004633B9" w:rsidP="00E94DD3">
      <w:pPr>
        <w:numPr>
          <w:ilvl w:val="0"/>
          <w:numId w:val="2"/>
        </w:numPr>
      </w:pPr>
      <w:r w:rsidRPr="005334FA">
        <w:t>Svetniki občinskega sveta Občine Horjul</w:t>
      </w:r>
    </w:p>
    <w:p w14:paraId="51F5B601" w14:textId="431FC80A" w:rsidR="00977EDB" w:rsidRPr="005334FA" w:rsidRDefault="00977EDB" w:rsidP="00E94DD3">
      <w:pPr>
        <w:numPr>
          <w:ilvl w:val="0"/>
          <w:numId w:val="2"/>
        </w:numPr>
      </w:pPr>
      <w:r w:rsidRPr="005334FA">
        <w:t>Člani nadzornega odbora Občine Horjul</w:t>
      </w:r>
    </w:p>
    <w:p w14:paraId="072D83B3" w14:textId="0A95A6E1" w:rsidR="00F440AD" w:rsidRDefault="00F42B7D" w:rsidP="00403E7F">
      <w:pPr>
        <w:numPr>
          <w:ilvl w:val="0"/>
          <w:numId w:val="2"/>
        </w:numPr>
      </w:pPr>
      <w:r w:rsidRPr="005334FA">
        <w:t>Peter Kavčič, dopisnik glasila Naš časopis</w:t>
      </w:r>
      <w:r w:rsidR="004D6E8E" w:rsidRPr="005334FA">
        <w:t xml:space="preserve"> </w:t>
      </w:r>
    </w:p>
    <w:p w14:paraId="4A66C19B" w14:textId="77777777" w:rsidR="000252BF" w:rsidRDefault="000252BF" w:rsidP="000252BF">
      <w:pPr>
        <w:numPr>
          <w:ilvl w:val="0"/>
          <w:numId w:val="2"/>
        </w:numPr>
      </w:pPr>
      <w:r>
        <w:t>Sara Šibenik Rebec</w:t>
      </w:r>
      <w:r w:rsidRPr="00C33AA4">
        <w:t>, MIRED</w:t>
      </w:r>
    </w:p>
    <w:p w14:paraId="41C841EB" w14:textId="399A428B" w:rsidR="00B33191" w:rsidRDefault="00B33191" w:rsidP="000252BF">
      <w:pPr>
        <w:numPr>
          <w:ilvl w:val="0"/>
          <w:numId w:val="2"/>
        </w:numPr>
      </w:pPr>
      <w:r w:rsidRPr="00B33191">
        <w:t>Valentina Peterlin</w:t>
      </w:r>
      <w:r>
        <w:t>, MIRED</w:t>
      </w:r>
    </w:p>
    <w:p w14:paraId="733BA53A" w14:textId="77777777" w:rsidR="00692D87" w:rsidRPr="000E4186" w:rsidRDefault="00692D87" w:rsidP="00D353CD"/>
    <w:p w14:paraId="523EA51E" w14:textId="77777777" w:rsidR="00D353CD" w:rsidRDefault="00D353CD" w:rsidP="00700921">
      <w:r w:rsidRPr="000E4186">
        <w:t>Priloge:</w:t>
      </w:r>
    </w:p>
    <w:p w14:paraId="31999956" w14:textId="77777777" w:rsidR="00700921" w:rsidRDefault="00652623" w:rsidP="00700921">
      <w:pPr>
        <w:pStyle w:val="Odstavekseznama"/>
        <w:numPr>
          <w:ilvl w:val="0"/>
          <w:numId w:val="2"/>
        </w:numPr>
      </w:pPr>
      <w:r w:rsidRPr="004D43D9">
        <w:t xml:space="preserve">Točka 1. Zapisnik </w:t>
      </w:r>
      <w:r w:rsidR="00C33AA4" w:rsidRPr="004D43D9">
        <w:t>1</w:t>
      </w:r>
      <w:r w:rsidR="006B1357">
        <w:t>5</w:t>
      </w:r>
      <w:r w:rsidRPr="004D43D9">
        <w:t>. redne seje</w:t>
      </w:r>
    </w:p>
    <w:p w14:paraId="5B2D9A96" w14:textId="77777777" w:rsidR="00700921" w:rsidRDefault="000252BF" w:rsidP="00700921">
      <w:pPr>
        <w:pStyle w:val="Odstavekseznama"/>
        <w:numPr>
          <w:ilvl w:val="0"/>
          <w:numId w:val="2"/>
        </w:numPr>
      </w:pPr>
      <w:r w:rsidRPr="00C33AA4">
        <w:t>Točka 2: Gradivo</w:t>
      </w:r>
      <w:r w:rsidR="00CA0A20">
        <w:t xml:space="preserve">, </w:t>
      </w:r>
      <w:r w:rsidRPr="00C33AA4">
        <w:t>priloga Poročilo MIRED</w:t>
      </w:r>
      <w:r w:rsidR="00CA0A20">
        <w:t xml:space="preserve"> je objavljena na </w:t>
      </w:r>
      <w:hyperlink r:id="rId7" w:history="1">
        <w:r w:rsidR="00CA0A20" w:rsidRPr="003E3F73">
          <w:rPr>
            <w:rStyle w:val="Hiperpovezava"/>
          </w:rPr>
          <w:t>www.horjul.eu</w:t>
        </w:r>
      </w:hyperlink>
      <w:r w:rsidR="00CA0A20">
        <w:t xml:space="preserve"> </w:t>
      </w:r>
      <w:bookmarkStart w:id="1" w:name="_Hlk158990493"/>
    </w:p>
    <w:p w14:paraId="6C642FB9" w14:textId="77777777" w:rsidR="00700921" w:rsidRPr="00700921" w:rsidRDefault="005A48B4" w:rsidP="00700921">
      <w:pPr>
        <w:pStyle w:val="Odstavekseznama"/>
        <w:numPr>
          <w:ilvl w:val="0"/>
          <w:numId w:val="2"/>
        </w:numPr>
      </w:pPr>
      <w:r w:rsidRPr="00700921">
        <w:rPr>
          <w:color w:val="000000" w:themeColor="text1"/>
        </w:rPr>
        <w:t xml:space="preserve">Točka </w:t>
      </w:r>
      <w:r w:rsidR="00F172C5" w:rsidRPr="00700921">
        <w:rPr>
          <w:color w:val="000000" w:themeColor="text1"/>
        </w:rPr>
        <w:t>3</w:t>
      </w:r>
      <w:r w:rsidRPr="00700921">
        <w:rPr>
          <w:color w:val="000000" w:themeColor="text1"/>
        </w:rPr>
        <w:t xml:space="preserve">: </w:t>
      </w:r>
      <w:r w:rsidR="00A62312" w:rsidRPr="00700921">
        <w:rPr>
          <w:color w:val="000000" w:themeColor="text1"/>
        </w:rPr>
        <w:t>Gradivo</w:t>
      </w:r>
      <w:r w:rsidR="00F172C5" w:rsidRPr="00700921">
        <w:rPr>
          <w:color w:val="000000" w:themeColor="text1"/>
        </w:rPr>
        <w:t>,</w:t>
      </w:r>
      <w:r w:rsidR="00A62312" w:rsidRPr="00700921">
        <w:rPr>
          <w:color w:val="000000" w:themeColor="text1"/>
        </w:rPr>
        <w:t xml:space="preserve"> </w:t>
      </w:r>
      <w:r w:rsidR="009F29AC" w:rsidRPr="00700921">
        <w:rPr>
          <w:color w:val="000000" w:themeColor="text1"/>
        </w:rPr>
        <w:t>prilog</w:t>
      </w:r>
      <w:r w:rsidR="00F172C5" w:rsidRPr="00700921">
        <w:rPr>
          <w:color w:val="000000" w:themeColor="text1"/>
        </w:rPr>
        <w:t>a</w:t>
      </w:r>
      <w:r w:rsidR="009F29AC" w:rsidRPr="00700921">
        <w:rPr>
          <w:color w:val="000000" w:themeColor="text1"/>
        </w:rPr>
        <w:t xml:space="preserve"> </w:t>
      </w:r>
      <w:r w:rsidR="00F172C5" w:rsidRPr="00700921">
        <w:rPr>
          <w:color w:val="000000" w:themeColor="text1"/>
        </w:rPr>
        <w:t xml:space="preserve">Poročilo Naš časopis </w:t>
      </w:r>
    </w:p>
    <w:p w14:paraId="034B33AE" w14:textId="77777777" w:rsidR="00700921" w:rsidRPr="00700921" w:rsidRDefault="00B33191" w:rsidP="00700921">
      <w:pPr>
        <w:pStyle w:val="Odstavekseznama"/>
        <w:numPr>
          <w:ilvl w:val="0"/>
          <w:numId w:val="2"/>
        </w:numPr>
      </w:pPr>
      <w:r w:rsidRPr="00700921">
        <w:rPr>
          <w:color w:val="000000" w:themeColor="text1"/>
        </w:rPr>
        <w:t>Točka 4: Gradivo</w:t>
      </w:r>
      <w:r w:rsidR="00F172C5" w:rsidRPr="00700921">
        <w:rPr>
          <w:color w:val="000000" w:themeColor="text1"/>
        </w:rPr>
        <w:t xml:space="preserve">, </w:t>
      </w:r>
      <w:r w:rsidRPr="00700921">
        <w:rPr>
          <w:color w:val="000000" w:themeColor="text1"/>
        </w:rPr>
        <w:t>prilog</w:t>
      </w:r>
      <w:r w:rsidR="00F172C5" w:rsidRPr="00700921">
        <w:rPr>
          <w:color w:val="000000" w:themeColor="text1"/>
        </w:rPr>
        <w:t>a</w:t>
      </w:r>
      <w:r w:rsidR="009F29AC" w:rsidRPr="00700921">
        <w:rPr>
          <w:color w:val="000000" w:themeColor="text1"/>
        </w:rPr>
        <w:t xml:space="preserve"> </w:t>
      </w:r>
      <w:r w:rsidR="00F87215" w:rsidRPr="00700921">
        <w:rPr>
          <w:color w:val="000000" w:themeColor="text1"/>
        </w:rPr>
        <w:t>predlog Odloka z merili</w:t>
      </w:r>
      <w:bookmarkEnd w:id="1"/>
    </w:p>
    <w:p w14:paraId="0AD74963" w14:textId="77777777" w:rsidR="00700921" w:rsidRDefault="00B042EA" w:rsidP="00700921">
      <w:pPr>
        <w:pStyle w:val="Odstavekseznama"/>
        <w:numPr>
          <w:ilvl w:val="0"/>
          <w:numId w:val="2"/>
        </w:numPr>
      </w:pPr>
      <w:r w:rsidRPr="00F87215">
        <w:lastRenderedPageBreak/>
        <w:t xml:space="preserve">Točka </w:t>
      </w:r>
      <w:r w:rsidR="00F87215" w:rsidRPr="00F87215">
        <w:t>5</w:t>
      </w:r>
      <w:r w:rsidRPr="00F87215">
        <w:t>: Gradivo</w:t>
      </w:r>
      <w:r w:rsidR="00F172C5">
        <w:t>,</w:t>
      </w:r>
      <w:r w:rsidRPr="00F87215">
        <w:t xml:space="preserve"> slikovn</w:t>
      </w:r>
      <w:r w:rsidR="00F172C5">
        <w:t>a</w:t>
      </w:r>
      <w:r w:rsidRPr="00F87215">
        <w:t xml:space="preserve"> prilog</w:t>
      </w:r>
      <w:r w:rsidR="00F172C5">
        <w:t>a</w:t>
      </w:r>
      <w:r w:rsidRPr="00F87215">
        <w:t xml:space="preserve"> in Sklep</w:t>
      </w:r>
    </w:p>
    <w:p w14:paraId="156896E3" w14:textId="77777777" w:rsidR="00700921" w:rsidRDefault="00DF41D8" w:rsidP="00700921">
      <w:pPr>
        <w:pStyle w:val="Odstavekseznama"/>
        <w:numPr>
          <w:ilvl w:val="0"/>
          <w:numId w:val="2"/>
        </w:numPr>
      </w:pPr>
      <w:r w:rsidRPr="005039DE">
        <w:t xml:space="preserve">Točka </w:t>
      </w:r>
      <w:r w:rsidR="00F87215" w:rsidRPr="005039DE">
        <w:t>6</w:t>
      </w:r>
      <w:r w:rsidRPr="005039DE">
        <w:t>: Gradivo</w:t>
      </w:r>
      <w:r w:rsidR="00F172C5">
        <w:t>, predlogi Odloka in predlog Statuta</w:t>
      </w:r>
      <w:r w:rsidRPr="005039DE">
        <w:t xml:space="preserve"> </w:t>
      </w:r>
    </w:p>
    <w:p w14:paraId="7A0A7884" w14:textId="77777777" w:rsidR="00700921" w:rsidRDefault="00F87215" w:rsidP="00700921">
      <w:pPr>
        <w:pStyle w:val="Odstavekseznama"/>
        <w:numPr>
          <w:ilvl w:val="0"/>
          <w:numId w:val="2"/>
        </w:numPr>
      </w:pPr>
      <w:r w:rsidRPr="005039DE">
        <w:t>Točka 7: Gradivo</w:t>
      </w:r>
      <w:r w:rsidR="00F172C5">
        <w:t xml:space="preserve">, </w:t>
      </w:r>
      <w:r w:rsidR="005039DE" w:rsidRPr="005039DE">
        <w:t>predlog</w:t>
      </w:r>
      <w:r w:rsidR="00F172C5">
        <w:t>i</w:t>
      </w:r>
    </w:p>
    <w:p w14:paraId="5BBCE996" w14:textId="46C1208C" w:rsidR="00F172C5" w:rsidRPr="00700921" w:rsidRDefault="00F172C5" w:rsidP="00700921">
      <w:pPr>
        <w:pStyle w:val="Odstavekseznama"/>
        <w:numPr>
          <w:ilvl w:val="0"/>
          <w:numId w:val="2"/>
        </w:numPr>
      </w:pPr>
      <w:r w:rsidRPr="00700921">
        <w:rPr>
          <w:color w:val="000000" w:themeColor="text1"/>
        </w:rPr>
        <w:t xml:space="preserve">Točka 8: Gradivo, priloga – predlog Odloka in Dopis JHL Predlog vključitve zadolžitve družb v skupini JHL </w:t>
      </w:r>
    </w:p>
    <w:p w14:paraId="1FA6C414" w14:textId="77777777" w:rsidR="00F172C5" w:rsidRPr="005039DE" w:rsidRDefault="00F172C5" w:rsidP="00F172C5">
      <w:pPr>
        <w:pStyle w:val="Odstavekseznama"/>
      </w:pPr>
    </w:p>
    <w:sectPr w:rsidR="00F172C5" w:rsidRPr="005039DE" w:rsidSect="00F172C5">
      <w:pgSz w:w="11907" w:h="16839"/>
      <w:pgMar w:top="1080" w:right="1008" w:bottom="1135" w:left="100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31174"/>
    <w:multiLevelType w:val="hybridMultilevel"/>
    <w:tmpl w:val="238027E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D7311"/>
    <w:multiLevelType w:val="hybridMultilevel"/>
    <w:tmpl w:val="24A67A96"/>
    <w:lvl w:ilvl="0" w:tplc="6CF80238">
      <w:start w:val="1"/>
      <w:numFmt w:val="decimal"/>
      <w:lvlText w:val="%1."/>
      <w:lvlJc w:val="left"/>
      <w:pPr>
        <w:ind w:left="968" w:hanging="360"/>
      </w:pPr>
      <w:rPr>
        <w:rFonts w:ascii="Times New Roman" w:eastAsia="Times New Roman" w:hAnsi="Times New Roman" w:cs="Times New Roman" w:hint="default"/>
        <w:spacing w:val="-3"/>
        <w:w w:val="99"/>
        <w:sz w:val="24"/>
        <w:szCs w:val="24"/>
        <w:lang w:val="sl" w:eastAsia="sl" w:bidi="sl"/>
      </w:rPr>
    </w:lvl>
    <w:lvl w:ilvl="1" w:tplc="91168D22">
      <w:start w:val="1"/>
      <w:numFmt w:val="lowerLetter"/>
      <w:lvlText w:val="%2)"/>
      <w:lvlJc w:val="left"/>
      <w:pPr>
        <w:ind w:left="1422" w:hanging="360"/>
      </w:pPr>
      <w:rPr>
        <w:rFonts w:hint="default"/>
        <w:w w:val="99"/>
        <w:lang w:val="sl" w:eastAsia="sl" w:bidi="sl"/>
      </w:rPr>
    </w:lvl>
    <w:lvl w:ilvl="2" w:tplc="BCE651DA">
      <w:numFmt w:val="bullet"/>
      <w:lvlText w:val="•"/>
      <w:lvlJc w:val="left"/>
      <w:pPr>
        <w:ind w:left="1420" w:hanging="360"/>
      </w:pPr>
      <w:rPr>
        <w:rFonts w:hint="default"/>
        <w:lang w:val="sl" w:eastAsia="sl" w:bidi="sl"/>
      </w:rPr>
    </w:lvl>
    <w:lvl w:ilvl="3" w:tplc="A2485408">
      <w:numFmt w:val="bullet"/>
      <w:lvlText w:val="•"/>
      <w:lvlJc w:val="left"/>
      <w:pPr>
        <w:ind w:left="2425" w:hanging="360"/>
      </w:pPr>
      <w:rPr>
        <w:rFonts w:hint="default"/>
        <w:lang w:val="sl" w:eastAsia="sl" w:bidi="sl"/>
      </w:rPr>
    </w:lvl>
    <w:lvl w:ilvl="4" w:tplc="470E5D2C">
      <w:numFmt w:val="bullet"/>
      <w:lvlText w:val="•"/>
      <w:lvlJc w:val="left"/>
      <w:pPr>
        <w:ind w:left="3431" w:hanging="360"/>
      </w:pPr>
      <w:rPr>
        <w:rFonts w:hint="default"/>
        <w:lang w:val="sl" w:eastAsia="sl" w:bidi="sl"/>
      </w:rPr>
    </w:lvl>
    <w:lvl w:ilvl="5" w:tplc="D338C3F4">
      <w:numFmt w:val="bullet"/>
      <w:lvlText w:val="•"/>
      <w:lvlJc w:val="left"/>
      <w:pPr>
        <w:ind w:left="4437" w:hanging="360"/>
      </w:pPr>
      <w:rPr>
        <w:rFonts w:hint="default"/>
        <w:lang w:val="sl" w:eastAsia="sl" w:bidi="sl"/>
      </w:rPr>
    </w:lvl>
    <w:lvl w:ilvl="6" w:tplc="E5EE66E2">
      <w:numFmt w:val="bullet"/>
      <w:lvlText w:val="•"/>
      <w:lvlJc w:val="left"/>
      <w:pPr>
        <w:ind w:left="5443" w:hanging="360"/>
      </w:pPr>
      <w:rPr>
        <w:rFonts w:hint="default"/>
        <w:lang w:val="sl" w:eastAsia="sl" w:bidi="sl"/>
      </w:rPr>
    </w:lvl>
    <w:lvl w:ilvl="7" w:tplc="4850977A">
      <w:numFmt w:val="bullet"/>
      <w:lvlText w:val="•"/>
      <w:lvlJc w:val="left"/>
      <w:pPr>
        <w:ind w:left="6449" w:hanging="360"/>
      </w:pPr>
      <w:rPr>
        <w:rFonts w:hint="default"/>
        <w:lang w:val="sl" w:eastAsia="sl" w:bidi="sl"/>
      </w:rPr>
    </w:lvl>
    <w:lvl w:ilvl="8" w:tplc="C10CA3A0">
      <w:numFmt w:val="bullet"/>
      <w:lvlText w:val="•"/>
      <w:lvlJc w:val="left"/>
      <w:pPr>
        <w:ind w:left="7454" w:hanging="360"/>
      </w:pPr>
      <w:rPr>
        <w:rFonts w:hint="default"/>
        <w:lang w:val="sl" w:eastAsia="sl" w:bidi="sl"/>
      </w:rPr>
    </w:lvl>
  </w:abstractNum>
  <w:abstractNum w:abstractNumId="2" w15:restartNumberingAfterBreak="0">
    <w:nsid w:val="0BF1534B"/>
    <w:multiLevelType w:val="hybridMultilevel"/>
    <w:tmpl w:val="5F665978"/>
    <w:lvl w:ilvl="0" w:tplc="BFD24C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5909AD"/>
    <w:multiLevelType w:val="hybridMultilevel"/>
    <w:tmpl w:val="EA6E466E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B5F58"/>
    <w:multiLevelType w:val="hybridMultilevel"/>
    <w:tmpl w:val="D4E867EE"/>
    <w:lvl w:ilvl="0" w:tplc="8A7EA7CC">
      <w:start w:val="4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3912" w:hanging="360"/>
      </w:pPr>
    </w:lvl>
    <w:lvl w:ilvl="2" w:tplc="0424001B" w:tentative="1">
      <w:start w:val="1"/>
      <w:numFmt w:val="lowerRoman"/>
      <w:lvlText w:val="%3."/>
      <w:lvlJc w:val="right"/>
      <w:pPr>
        <w:ind w:left="4632" w:hanging="180"/>
      </w:pPr>
    </w:lvl>
    <w:lvl w:ilvl="3" w:tplc="0424000F" w:tentative="1">
      <w:start w:val="1"/>
      <w:numFmt w:val="decimal"/>
      <w:lvlText w:val="%4."/>
      <w:lvlJc w:val="left"/>
      <w:pPr>
        <w:ind w:left="5352" w:hanging="360"/>
      </w:pPr>
    </w:lvl>
    <w:lvl w:ilvl="4" w:tplc="04240019" w:tentative="1">
      <w:start w:val="1"/>
      <w:numFmt w:val="lowerLetter"/>
      <w:lvlText w:val="%5."/>
      <w:lvlJc w:val="left"/>
      <w:pPr>
        <w:ind w:left="6072" w:hanging="360"/>
      </w:pPr>
    </w:lvl>
    <w:lvl w:ilvl="5" w:tplc="0424001B" w:tentative="1">
      <w:start w:val="1"/>
      <w:numFmt w:val="lowerRoman"/>
      <w:lvlText w:val="%6."/>
      <w:lvlJc w:val="right"/>
      <w:pPr>
        <w:ind w:left="6792" w:hanging="180"/>
      </w:pPr>
    </w:lvl>
    <w:lvl w:ilvl="6" w:tplc="0424000F" w:tentative="1">
      <w:start w:val="1"/>
      <w:numFmt w:val="decimal"/>
      <w:lvlText w:val="%7."/>
      <w:lvlJc w:val="left"/>
      <w:pPr>
        <w:ind w:left="7512" w:hanging="360"/>
      </w:pPr>
    </w:lvl>
    <w:lvl w:ilvl="7" w:tplc="04240019" w:tentative="1">
      <w:start w:val="1"/>
      <w:numFmt w:val="lowerLetter"/>
      <w:lvlText w:val="%8."/>
      <w:lvlJc w:val="left"/>
      <w:pPr>
        <w:ind w:left="8232" w:hanging="360"/>
      </w:pPr>
    </w:lvl>
    <w:lvl w:ilvl="8" w:tplc="0424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284C223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EB0A13"/>
    <w:multiLevelType w:val="hybridMultilevel"/>
    <w:tmpl w:val="0EC63022"/>
    <w:lvl w:ilvl="0" w:tplc="6DA001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646A6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D262BE"/>
    <w:multiLevelType w:val="hybridMultilevel"/>
    <w:tmpl w:val="5D1C7EE4"/>
    <w:lvl w:ilvl="0" w:tplc="7F708C6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9A506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DF1744"/>
    <w:multiLevelType w:val="hybridMultilevel"/>
    <w:tmpl w:val="D3528D84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17">
      <w:start w:val="1"/>
      <w:numFmt w:val="lowerLetter"/>
      <w:lvlText w:val="%2)"/>
      <w:lvlJc w:val="left"/>
      <w:pPr>
        <w:ind w:left="1353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63859"/>
    <w:multiLevelType w:val="hybridMultilevel"/>
    <w:tmpl w:val="E380303A"/>
    <w:lvl w:ilvl="0" w:tplc="04240017">
      <w:start w:val="1"/>
      <w:numFmt w:val="lowerLetter"/>
      <w:lvlText w:val="%1)"/>
      <w:lvlJc w:val="left"/>
      <w:pPr>
        <w:ind w:left="1440" w:hanging="360"/>
      </w:pPr>
    </w:lvl>
    <w:lvl w:ilvl="1" w:tplc="04240019">
      <w:start w:val="1"/>
      <w:numFmt w:val="lowerLetter"/>
      <w:lvlText w:val="%2."/>
      <w:lvlJc w:val="left"/>
      <w:pPr>
        <w:ind w:left="2160" w:hanging="360"/>
      </w:pPr>
    </w:lvl>
    <w:lvl w:ilvl="2" w:tplc="0424001B">
      <w:start w:val="1"/>
      <w:numFmt w:val="lowerRoman"/>
      <w:lvlText w:val="%3."/>
      <w:lvlJc w:val="right"/>
      <w:pPr>
        <w:ind w:left="2880" w:hanging="180"/>
      </w:pPr>
    </w:lvl>
    <w:lvl w:ilvl="3" w:tplc="0424000F">
      <w:start w:val="1"/>
      <w:numFmt w:val="decimal"/>
      <w:lvlText w:val="%4."/>
      <w:lvlJc w:val="left"/>
      <w:pPr>
        <w:ind w:left="3600" w:hanging="360"/>
      </w:pPr>
    </w:lvl>
    <w:lvl w:ilvl="4" w:tplc="04240019">
      <w:start w:val="1"/>
      <w:numFmt w:val="lowerLetter"/>
      <w:lvlText w:val="%5."/>
      <w:lvlJc w:val="left"/>
      <w:pPr>
        <w:ind w:left="4320" w:hanging="360"/>
      </w:pPr>
    </w:lvl>
    <w:lvl w:ilvl="5" w:tplc="0424001B">
      <w:start w:val="1"/>
      <w:numFmt w:val="lowerRoman"/>
      <w:lvlText w:val="%6."/>
      <w:lvlJc w:val="right"/>
      <w:pPr>
        <w:ind w:left="5040" w:hanging="180"/>
      </w:pPr>
    </w:lvl>
    <w:lvl w:ilvl="6" w:tplc="0424000F">
      <w:start w:val="1"/>
      <w:numFmt w:val="decimal"/>
      <w:lvlText w:val="%7."/>
      <w:lvlJc w:val="left"/>
      <w:pPr>
        <w:ind w:left="5760" w:hanging="360"/>
      </w:pPr>
    </w:lvl>
    <w:lvl w:ilvl="7" w:tplc="04240019">
      <w:start w:val="1"/>
      <w:numFmt w:val="lowerLetter"/>
      <w:lvlText w:val="%8."/>
      <w:lvlJc w:val="left"/>
      <w:pPr>
        <w:ind w:left="6480" w:hanging="360"/>
      </w:pPr>
    </w:lvl>
    <w:lvl w:ilvl="8" w:tplc="0424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F9C0481"/>
    <w:multiLevelType w:val="hybridMultilevel"/>
    <w:tmpl w:val="E05A9AE2"/>
    <w:lvl w:ilvl="0" w:tplc="0424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94FD8"/>
    <w:multiLevelType w:val="hybridMultilevel"/>
    <w:tmpl w:val="6EE8187A"/>
    <w:lvl w:ilvl="0" w:tplc="8ADA5634">
      <w:start w:val="1"/>
      <w:numFmt w:val="lowerLetter"/>
      <w:lvlText w:val="%1)"/>
      <w:lvlJc w:val="left"/>
      <w:pPr>
        <w:ind w:left="117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93" w:hanging="360"/>
      </w:pPr>
    </w:lvl>
    <w:lvl w:ilvl="2" w:tplc="0424001B" w:tentative="1">
      <w:start w:val="1"/>
      <w:numFmt w:val="lowerRoman"/>
      <w:lvlText w:val="%3."/>
      <w:lvlJc w:val="right"/>
      <w:pPr>
        <w:ind w:left="2613" w:hanging="180"/>
      </w:pPr>
    </w:lvl>
    <w:lvl w:ilvl="3" w:tplc="0424000F" w:tentative="1">
      <w:start w:val="1"/>
      <w:numFmt w:val="decimal"/>
      <w:lvlText w:val="%4."/>
      <w:lvlJc w:val="left"/>
      <w:pPr>
        <w:ind w:left="3333" w:hanging="360"/>
      </w:pPr>
    </w:lvl>
    <w:lvl w:ilvl="4" w:tplc="04240019" w:tentative="1">
      <w:start w:val="1"/>
      <w:numFmt w:val="lowerLetter"/>
      <w:lvlText w:val="%5."/>
      <w:lvlJc w:val="left"/>
      <w:pPr>
        <w:ind w:left="4053" w:hanging="360"/>
      </w:pPr>
    </w:lvl>
    <w:lvl w:ilvl="5" w:tplc="0424001B" w:tentative="1">
      <w:start w:val="1"/>
      <w:numFmt w:val="lowerRoman"/>
      <w:lvlText w:val="%6."/>
      <w:lvlJc w:val="right"/>
      <w:pPr>
        <w:ind w:left="4773" w:hanging="180"/>
      </w:pPr>
    </w:lvl>
    <w:lvl w:ilvl="6" w:tplc="0424000F" w:tentative="1">
      <w:start w:val="1"/>
      <w:numFmt w:val="decimal"/>
      <w:lvlText w:val="%7."/>
      <w:lvlJc w:val="left"/>
      <w:pPr>
        <w:ind w:left="5493" w:hanging="360"/>
      </w:pPr>
    </w:lvl>
    <w:lvl w:ilvl="7" w:tplc="04240019" w:tentative="1">
      <w:start w:val="1"/>
      <w:numFmt w:val="lowerLetter"/>
      <w:lvlText w:val="%8."/>
      <w:lvlJc w:val="left"/>
      <w:pPr>
        <w:ind w:left="6213" w:hanging="360"/>
      </w:pPr>
    </w:lvl>
    <w:lvl w:ilvl="8" w:tplc="0424001B" w:tentative="1">
      <w:start w:val="1"/>
      <w:numFmt w:val="lowerRoman"/>
      <w:lvlText w:val="%9."/>
      <w:lvlJc w:val="right"/>
      <w:pPr>
        <w:ind w:left="6933" w:hanging="180"/>
      </w:pPr>
    </w:lvl>
  </w:abstractNum>
  <w:abstractNum w:abstractNumId="13" w15:restartNumberingAfterBreak="0">
    <w:nsid w:val="3FD16437"/>
    <w:multiLevelType w:val="hybridMultilevel"/>
    <w:tmpl w:val="C9403222"/>
    <w:lvl w:ilvl="0" w:tplc="4C6669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43B52"/>
    <w:multiLevelType w:val="hybridMultilevel"/>
    <w:tmpl w:val="CFBABA6A"/>
    <w:lvl w:ilvl="0" w:tplc="040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4B3185"/>
    <w:multiLevelType w:val="hybridMultilevel"/>
    <w:tmpl w:val="CA3AC5E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4240B"/>
    <w:multiLevelType w:val="hybridMultilevel"/>
    <w:tmpl w:val="5FB894DE"/>
    <w:lvl w:ilvl="0" w:tplc="0424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238D"/>
    <w:multiLevelType w:val="hybridMultilevel"/>
    <w:tmpl w:val="22E4D1E8"/>
    <w:lvl w:ilvl="0" w:tplc="7988BF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6AF018C"/>
    <w:multiLevelType w:val="hybridMultilevel"/>
    <w:tmpl w:val="18CCCBF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821547">
    <w:abstractNumId w:val="3"/>
  </w:num>
  <w:num w:numId="2" w16cid:durableId="927540846">
    <w:abstractNumId w:val="13"/>
  </w:num>
  <w:num w:numId="3" w16cid:durableId="1819807906">
    <w:abstractNumId w:val="3"/>
  </w:num>
  <w:num w:numId="4" w16cid:durableId="301347276">
    <w:abstractNumId w:val="8"/>
  </w:num>
  <w:num w:numId="5" w16cid:durableId="247426577">
    <w:abstractNumId w:val="5"/>
  </w:num>
  <w:num w:numId="6" w16cid:durableId="8109511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1731242">
    <w:abstractNumId w:val="14"/>
  </w:num>
  <w:num w:numId="8" w16cid:durableId="781077528">
    <w:abstractNumId w:val="15"/>
  </w:num>
  <w:num w:numId="9" w16cid:durableId="893194930">
    <w:abstractNumId w:val="12"/>
  </w:num>
  <w:num w:numId="10" w16cid:durableId="1907184676">
    <w:abstractNumId w:val="6"/>
  </w:num>
  <w:num w:numId="11" w16cid:durableId="1322730457">
    <w:abstractNumId w:val="2"/>
  </w:num>
  <w:num w:numId="12" w16cid:durableId="2012949524">
    <w:abstractNumId w:val="17"/>
  </w:num>
  <w:num w:numId="13" w16cid:durableId="10972932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25688018">
    <w:abstractNumId w:val="0"/>
  </w:num>
  <w:num w:numId="15" w16cid:durableId="1080829598">
    <w:abstractNumId w:val="16"/>
  </w:num>
  <w:num w:numId="16" w16cid:durableId="1621378707">
    <w:abstractNumId w:val="18"/>
  </w:num>
  <w:num w:numId="17" w16cid:durableId="1129859906">
    <w:abstractNumId w:val="11"/>
  </w:num>
  <w:num w:numId="18" w16cid:durableId="370108958">
    <w:abstractNumId w:val="7"/>
  </w:num>
  <w:num w:numId="19" w16cid:durableId="1064567305">
    <w:abstractNumId w:val="4"/>
  </w:num>
  <w:num w:numId="20" w16cid:durableId="983974772">
    <w:abstractNumId w:val="9"/>
  </w:num>
  <w:num w:numId="21" w16cid:durableId="1019963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5078717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2064018661">
    <w:abstractNumId w:val="13"/>
  </w:num>
  <w:num w:numId="24" w16cid:durableId="97794272">
    <w:abstractNumId w:val="13"/>
  </w:num>
  <w:num w:numId="25" w16cid:durableId="727800969">
    <w:abstractNumId w:val="13"/>
  </w:num>
  <w:num w:numId="26" w16cid:durableId="17528485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CD"/>
    <w:rsid w:val="00004977"/>
    <w:rsid w:val="00004BD0"/>
    <w:rsid w:val="0001105E"/>
    <w:rsid w:val="000118EA"/>
    <w:rsid w:val="00013525"/>
    <w:rsid w:val="00020975"/>
    <w:rsid w:val="000252BF"/>
    <w:rsid w:val="00032382"/>
    <w:rsid w:val="00036EDB"/>
    <w:rsid w:val="000425F8"/>
    <w:rsid w:val="00042959"/>
    <w:rsid w:val="00044CBB"/>
    <w:rsid w:val="0005179B"/>
    <w:rsid w:val="000557B6"/>
    <w:rsid w:val="00061351"/>
    <w:rsid w:val="00063DB8"/>
    <w:rsid w:val="0006601D"/>
    <w:rsid w:val="00074B2D"/>
    <w:rsid w:val="000811FD"/>
    <w:rsid w:val="000926D7"/>
    <w:rsid w:val="00094EF7"/>
    <w:rsid w:val="00097441"/>
    <w:rsid w:val="000B338D"/>
    <w:rsid w:val="000B40A8"/>
    <w:rsid w:val="000C5A96"/>
    <w:rsid w:val="000D00FC"/>
    <w:rsid w:val="000D057B"/>
    <w:rsid w:val="000D0F32"/>
    <w:rsid w:val="000D6961"/>
    <w:rsid w:val="000E4186"/>
    <w:rsid w:val="000F23FC"/>
    <w:rsid w:val="001115A2"/>
    <w:rsid w:val="00115516"/>
    <w:rsid w:val="001209A5"/>
    <w:rsid w:val="00124219"/>
    <w:rsid w:val="00124368"/>
    <w:rsid w:val="0013688D"/>
    <w:rsid w:val="00140269"/>
    <w:rsid w:val="00140909"/>
    <w:rsid w:val="00145C1A"/>
    <w:rsid w:val="00147017"/>
    <w:rsid w:val="00174CBA"/>
    <w:rsid w:val="001802F4"/>
    <w:rsid w:val="00180BAE"/>
    <w:rsid w:val="00180DD7"/>
    <w:rsid w:val="001955BB"/>
    <w:rsid w:val="001A0581"/>
    <w:rsid w:val="001A34D7"/>
    <w:rsid w:val="001A44D5"/>
    <w:rsid w:val="001B0950"/>
    <w:rsid w:val="001C26E7"/>
    <w:rsid w:val="001D0F4C"/>
    <w:rsid w:val="001D28B4"/>
    <w:rsid w:val="001D4485"/>
    <w:rsid w:val="002008A2"/>
    <w:rsid w:val="00201664"/>
    <w:rsid w:val="0020598C"/>
    <w:rsid w:val="002107C7"/>
    <w:rsid w:val="00214EFA"/>
    <w:rsid w:val="0022732B"/>
    <w:rsid w:val="002305BC"/>
    <w:rsid w:val="00244F1A"/>
    <w:rsid w:val="00246B0D"/>
    <w:rsid w:val="002508EB"/>
    <w:rsid w:val="002579AF"/>
    <w:rsid w:val="00257AFD"/>
    <w:rsid w:val="002616F9"/>
    <w:rsid w:val="00262E86"/>
    <w:rsid w:val="00265782"/>
    <w:rsid w:val="0027562A"/>
    <w:rsid w:val="00277612"/>
    <w:rsid w:val="002805E2"/>
    <w:rsid w:val="00282311"/>
    <w:rsid w:val="002850F3"/>
    <w:rsid w:val="00285123"/>
    <w:rsid w:val="00291E0E"/>
    <w:rsid w:val="00296AA4"/>
    <w:rsid w:val="002A370D"/>
    <w:rsid w:val="002A5EBE"/>
    <w:rsid w:val="002B4F73"/>
    <w:rsid w:val="002B7D6A"/>
    <w:rsid w:val="002C1467"/>
    <w:rsid w:val="002C24E4"/>
    <w:rsid w:val="002C7446"/>
    <w:rsid w:val="002D2D06"/>
    <w:rsid w:val="002D6A06"/>
    <w:rsid w:val="002D7CC3"/>
    <w:rsid w:val="002E3B67"/>
    <w:rsid w:val="002F3469"/>
    <w:rsid w:val="003127CE"/>
    <w:rsid w:val="003153DF"/>
    <w:rsid w:val="00324AF9"/>
    <w:rsid w:val="003376C4"/>
    <w:rsid w:val="00381F40"/>
    <w:rsid w:val="0038713A"/>
    <w:rsid w:val="00390AB1"/>
    <w:rsid w:val="003B10D8"/>
    <w:rsid w:val="003B3568"/>
    <w:rsid w:val="003B63CF"/>
    <w:rsid w:val="003B6997"/>
    <w:rsid w:val="003B7402"/>
    <w:rsid w:val="003B7535"/>
    <w:rsid w:val="003C08AF"/>
    <w:rsid w:val="003C0C9D"/>
    <w:rsid w:val="003C29D1"/>
    <w:rsid w:val="003C7176"/>
    <w:rsid w:val="003C7FEF"/>
    <w:rsid w:val="003D59BB"/>
    <w:rsid w:val="003D759E"/>
    <w:rsid w:val="003D779A"/>
    <w:rsid w:val="003E0E06"/>
    <w:rsid w:val="003E75B8"/>
    <w:rsid w:val="003F56F2"/>
    <w:rsid w:val="003F5757"/>
    <w:rsid w:val="004039EE"/>
    <w:rsid w:val="00403E7F"/>
    <w:rsid w:val="00404A86"/>
    <w:rsid w:val="00406014"/>
    <w:rsid w:val="00413671"/>
    <w:rsid w:val="00421674"/>
    <w:rsid w:val="0042436A"/>
    <w:rsid w:val="004324D9"/>
    <w:rsid w:val="0044069A"/>
    <w:rsid w:val="00440D46"/>
    <w:rsid w:val="00444ECA"/>
    <w:rsid w:val="00445D5E"/>
    <w:rsid w:val="004541A6"/>
    <w:rsid w:val="00457E28"/>
    <w:rsid w:val="004633B9"/>
    <w:rsid w:val="0046370C"/>
    <w:rsid w:val="00464174"/>
    <w:rsid w:val="00471D38"/>
    <w:rsid w:val="00473958"/>
    <w:rsid w:val="00474E94"/>
    <w:rsid w:val="0047694A"/>
    <w:rsid w:val="0048017C"/>
    <w:rsid w:val="00483F22"/>
    <w:rsid w:val="00484186"/>
    <w:rsid w:val="0048517F"/>
    <w:rsid w:val="004857E4"/>
    <w:rsid w:val="004875F5"/>
    <w:rsid w:val="00492C97"/>
    <w:rsid w:val="00493C69"/>
    <w:rsid w:val="004968F0"/>
    <w:rsid w:val="004A19AB"/>
    <w:rsid w:val="004A33FC"/>
    <w:rsid w:val="004B1BF6"/>
    <w:rsid w:val="004B2A2C"/>
    <w:rsid w:val="004B550F"/>
    <w:rsid w:val="004C2B8F"/>
    <w:rsid w:val="004C3646"/>
    <w:rsid w:val="004C4F23"/>
    <w:rsid w:val="004C7A6E"/>
    <w:rsid w:val="004D2533"/>
    <w:rsid w:val="004D43D9"/>
    <w:rsid w:val="004D45A9"/>
    <w:rsid w:val="004D6E8E"/>
    <w:rsid w:val="004E69EC"/>
    <w:rsid w:val="004F4B08"/>
    <w:rsid w:val="0050137E"/>
    <w:rsid w:val="005039DE"/>
    <w:rsid w:val="0050588E"/>
    <w:rsid w:val="005072E6"/>
    <w:rsid w:val="0051241E"/>
    <w:rsid w:val="00516658"/>
    <w:rsid w:val="005230B4"/>
    <w:rsid w:val="005261B7"/>
    <w:rsid w:val="0053182E"/>
    <w:rsid w:val="005334FA"/>
    <w:rsid w:val="00541A1B"/>
    <w:rsid w:val="005610D5"/>
    <w:rsid w:val="0057268E"/>
    <w:rsid w:val="00580B70"/>
    <w:rsid w:val="00582A62"/>
    <w:rsid w:val="005922CF"/>
    <w:rsid w:val="0059429A"/>
    <w:rsid w:val="005A16AA"/>
    <w:rsid w:val="005A25E2"/>
    <w:rsid w:val="005A32EE"/>
    <w:rsid w:val="005A48B4"/>
    <w:rsid w:val="005B43EE"/>
    <w:rsid w:val="005B53FC"/>
    <w:rsid w:val="005C3C4C"/>
    <w:rsid w:val="005D271D"/>
    <w:rsid w:val="005E07ED"/>
    <w:rsid w:val="005E0837"/>
    <w:rsid w:val="005E2841"/>
    <w:rsid w:val="005F7EBB"/>
    <w:rsid w:val="00605197"/>
    <w:rsid w:val="00611087"/>
    <w:rsid w:val="006228D8"/>
    <w:rsid w:val="00632960"/>
    <w:rsid w:val="00643C27"/>
    <w:rsid w:val="00652623"/>
    <w:rsid w:val="0065340A"/>
    <w:rsid w:val="00657A2B"/>
    <w:rsid w:val="006642C1"/>
    <w:rsid w:val="00670DF7"/>
    <w:rsid w:val="006741B6"/>
    <w:rsid w:val="006747CD"/>
    <w:rsid w:val="00677180"/>
    <w:rsid w:val="00677CCC"/>
    <w:rsid w:val="006801F6"/>
    <w:rsid w:val="00680705"/>
    <w:rsid w:val="00685519"/>
    <w:rsid w:val="006861B4"/>
    <w:rsid w:val="00690405"/>
    <w:rsid w:val="00692D87"/>
    <w:rsid w:val="00695224"/>
    <w:rsid w:val="00696388"/>
    <w:rsid w:val="006A0451"/>
    <w:rsid w:val="006A17F4"/>
    <w:rsid w:val="006A6DA5"/>
    <w:rsid w:val="006A736A"/>
    <w:rsid w:val="006B1357"/>
    <w:rsid w:val="006C1A4A"/>
    <w:rsid w:val="006C5156"/>
    <w:rsid w:val="006D01CA"/>
    <w:rsid w:val="006D48D8"/>
    <w:rsid w:val="006E2368"/>
    <w:rsid w:val="006E578A"/>
    <w:rsid w:val="006F0F7C"/>
    <w:rsid w:val="006F7B17"/>
    <w:rsid w:val="00700921"/>
    <w:rsid w:val="007017A5"/>
    <w:rsid w:val="00701925"/>
    <w:rsid w:val="00701D81"/>
    <w:rsid w:val="00702A89"/>
    <w:rsid w:val="0071017F"/>
    <w:rsid w:val="00712F91"/>
    <w:rsid w:val="00716C08"/>
    <w:rsid w:val="00720E2F"/>
    <w:rsid w:val="00720F50"/>
    <w:rsid w:val="0072411B"/>
    <w:rsid w:val="00732C41"/>
    <w:rsid w:val="0073612D"/>
    <w:rsid w:val="00751056"/>
    <w:rsid w:val="00751F8F"/>
    <w:rsid w:val="00757873"/>
    <w:rsid w:val="00760423"/>
    <w:rsid w:val="00762239"/>
    <w:rsid w:val="0076283A"/>
    <w:rsid w:val="007667B8"/>
    <w:rsid w:val="007708EE"/>
    <w:rsid w:val="007906E2"/>
    <w:rsid w:val="00792F6B"/>
    <w:rsid w:val="007A0124"/>
    <w:rsid w:val="007A2AA7"/>
    <w:rsid w:val="007A360D"/>
    <w:rsid w:val="007B1931"/>
    <w:rsid w:val="007C5582"/>
    <w:rsid w:val="007D1A32"/>
    <w:rsid w:val="007D2590"/>
    <w:rsid w:val="007D5A21"/>
    <w:rsid w:val="007E36A7"/>
    <w:rsid w:val="007E38D2"/>
    <w:rsid w:val="007F0FA3"/>
    <w:rsid w:val="007F6E6C"/>
    <w:rsid w:val="007F7D1D"/>
    <w:rsid w:val="0080137A"/>
    <w:rsid w:val="0080309C"/>
    <w:rsid w:val="00804C62"/>
    <w:rsid w:val="008104FE"/>
    <w:rsid w:val="00815E1A"/>
    <w:rsid w:val="0081678F"/>
    <w:rsid w:val="008215DC"/>
    <w:rsid w:val="00822787"/>
    <w:rsid w:val="008255D3"/>
    <w:rsid w:val="008306F2"/>
    <w:rsid w:val="0083274C"/>
    <w:rsid w:val="008454B6"/>
    <w:rsid w:val="00850AA7"/>
    <w:rsid w:val="0085160E"/>
    <w:rsid w:val="008770F6"/>
    <w:rsid w:val="00886DF7"/>
    <w:rsid w:val="008871DF"/>
    <w:rsid w:val="00894841"/>
    <w:rsid w:val="00897D2A"/>
    <w:rsid w:val="008A2DC4"/>
    <w:rsid w:val="008A66DE"/>
    <w:rsid w:val="008B1518"/>
    <w:rsid w:val="008B2AA2"/>
    <w:rsid w:val="008B32C3"/>
    <w:rsid w:val="008C14C4"/>
    <w:rsid w:val="008C5773"/>
    <w:rsid w:val="008C5C15"/>
    <w:rsid w:val="008D6F8C"/>
    <w:rsid w:val="008D7F73"/>
    <w:rsid w:val="008E3991"/>
    <w:rsid w:val="008E6C9C"/>
    <w:rsid w:val="008F475A"/>
    <w:rsid w:val="008F498E"/>
    <w:rsid w:val="009071DB"/>
    <w:rsid w:val="009167E0"/>
    <w:rsid w:val="009171B0"/>
    <w:rsid w:val="00921793"/>
    <w:rsid w:val="009252E0"/>
    <w:rsid w:val="0092540E"/>
    <w:rsid w:val="00930F39"/>
    <w:rsid w:val="009368C3"/>
    <w:rsid w:val="00940D16"/>
    <w:rsid w:val="00942F5D"/>
    <w:rsid w:val="0095059D"/>
    <w:rsid w:val="00956EDA"/>
    <w:rsid w:val="00961914"/>
    <w:rsid w:val="00966302"/>
    <w:rsid w:val="00967162"/>
    <w:rsid w:val="009675BA"/>
    <w:rsid w:val="009742EA"/>
    <w:rsid w:val="00975816"/>
    <w:rsid w:val="00977EDB"/>
    <w:rsid w:val="00980E2C"/>
    <w:rsid w:val="00982C01"/>
    <w:rsid w:val="009A56C1"/>
    <w:rsid w:val="009A5AD6"/>
    <w:rsid w:val="009A782C"/>
    <w:rsid w:val="009B35C6"/>
    <w:rsid w:val="009B497F"/>
    <w:rsid w:val="009C36FB"/>
    <w:rsid w:val="009C5BF5"/>
    <w:rsid w:val="009D2EA2"/>
    <w:rsid w:val="009E05F5"/>
    <w:rsid w:val="009F24FA"/>
    <w:rsid w:val="009F29AC"/>
    <w:rsid w:val="00A101DD"/>
    <w:rsid w:val="00A11B21"/>
    <w:rsid w:val="00A32BCA"/>
    <w:rsid w:val="00A3711E"/>
    <w:rsid w:val="00A55B2B"/>
    <w:rsid w:val="00A602D3"/>
    <w:rsid w:val="00A62312"/>
    <w:rsid w:val="00A66289"/>
    <w:rsid w:val="00A72BFF"/>
    <w:rsid w:val="00A75FAF"/>
    <w:rsid w:val="00A851B7"/>
    <w:rsid w:val="00AA5DBF"/>
    <w:rsid w:val="00AA7A54"/>
    <w:rsid w:val="00AB6557"/>
    <w:rsid w:val="00AC0191"/>
    <w:rsid w:val="00AC1EC9"/>
    <w:rsid w:val="00AC5DB1"/>
    <w:rsid w:val="00AD7E74"/>
    <w:rsid w:val="00AF58CF"/>
    <w:rsid w:val="00AF7EF7"/>
    <w:rsid w:val="00B0339E"/>
    <w:rsid w:val="00B042EA"/>
    <w:rsid w:val="00B06520"/>
    <w:rsid w:val="00B22684"/>
    <w:rsid w:val="00B2391A"/>
    <w:rsid w:val="00B24D60"/>
    <w:rsid w:val="00B25001"/>
    <w:rsid w:val="00B255F4"/>
    <w:rsid w:val="00B27162"/>
    <w:rsid w:val="00B27CE3"/>
    <w:rsid w:val="00B32F63"/>
    <w:rsid w:val="00B32FDE"/>
    <w:rsid w:val="00B33191"/>
    <w:rsid w:val="00B331D3"/>
    <w:rsid w:val="00B41D92"/>
    <w:rsid w:val="00B430DC"/>
    <w:rsid w:val="00B45B39"/>
    <w:rsid w:val="00B51318"/>
    <w:rsid w:val="00B54FC4"/>
    <w:rsid w:val="00B65666"/>
    <w:rsid w:val="00B71DD0"/>
    <w:rsid w:val="00B8301C"/>
    <w:rsid w:val="00B84491"/>
    <w:rsid w:val="00BA22A9"/>
    <w:rsid w:val="00BB7A11"/>
    <w:rsid w:val="00BC3868"/>
    <w:rsid w:val="00BC4F05"/>
    <w:rsid w:val="00BC5989"/>
    <w:rsid w:val="00BC68DD"/>
    <w:rsid w:val="00BD1EBB"/>
    <w:rsid w:val="00BD38A8"/>
    <w:rsid w:val="00BD576F"/>
    <w:rsid w:val="00BD57E7"/>
    <w:rsid w:val="00BE09EE"/>
    <w:rsid w:val="00BE7823"/>
    <w:rsid w:val="00BF6B3E"/>
    <w:rsid w:val="00C13D91"/>
    <w:rsid w:val="00C21F86"/>
    <w:rsid w:val="00C26083"/>
    <w:rsid w:val="00C26EDC"/>
    <w:rsid w:val="00C33AA4"/>
    <w:rsid w:val="00C3701D"/>
    <w:rsid w:val="00C40636"/>
    <w:rsid w:val="00C419D0"/>
    <w:rsid w:val="00C60FD0"/>
    <w:rsid w:val="00C61BE6"/>
    <w:rsid w:val="00C61CF9"/>
    <w:rsid w:val="00C66C7F"/>
    <w:rsid w:val="00C674C3"/>
    <w:rsid w:val="00C7025C"/>
    <w:rsid w:val="00C73708"/>
    <w:rsid w:val="00C758EC"/>
    <w:rsid w:val="00C82675"/>
    <w:rsid w:val="00C83D73"/>
    <w:rsid w:val="00C841B8"/>
    <w:rsid w:val="00C85FB9"/>
    <w:rsid w:val="00C934EC"/>
    <w:rsid w:val="00C94C5B"/>
    <w:rsid w:val="00C964CB"/>
    <w:rsid w:val="00CA0A20"/>
    <w:rsid w:val="00CA2A91"/>
    <w:rsid w:val="00CA6D55"/>
    <w:rsid w:val="00CB35AB"/>
    <w:rsid w:val="00CC4F3C"/>
    <w:rsid w:val="00CC55B0"/>
    <w:rsid w:val="00CC7CB8"/>
    <w:rsid w:val="00CD6661"/>
    <w:rsid w:val="00CD7867"/>
    <w:rsid w:val="00CE4404"/>
    <w:rsid w:val="00CE5111"/>
    <w:rsid w:val="00CE5A59"/>
    <w:rsid w:val="00CE5E59"/>
    <w:rsid w:val="00CF2F36"/>
    <w:rsid w:val="00CF580E"/>
    <w:rsid w:val="00CF62AB"/>
    <w:rsid w:val="00D01DD0"/>
    <w:rsid w:val="00D2007B"/>
    <w:rsid w:val="00D20678"/>
    <w:rsid w:val="00D21ADB"/>
    <w:rsid w:val="00D2311D"/>
    <w:rsid w:val="00D25125"/>
    <w:rsid w:val="00D34A1A"/>
    <w:rsid w:val="00D353CD"/>
    <w:rsid w:val="00D36054"/>
    <w:rsid w:val="00D42E9A"/>
    <w:rsid w:val="00D463B7"/>
    <w:rsid w:val="00D46981"/>
    <w:rsid w:val="00D52C70"/>
    <w:rsid w:val="00D55E7F"/>
    <w:rsid w:val="00D562BD"/>
    <w:rsid w:val="00D63429"/>
    <w:rsid w:val="00D674E5"/>
    <w:rsid w:val="00D745F2"/>
    <w:rsid w:val="00D747FD"/>
    <w:rsid w:val="00D87DF7"/>
    <w:rsid w:val="00D87F17"/>
    <w:rsid w:val="00D92AF3"/>
    <w:rsid w:val="00D94B07"/>
    <w:rsid w:val="00DA5AFE"/>
    <w:rsid w:val="00DA7A84"/>
    <w:rsid w:val="00DB161C"/>
    <w:rsid w:val="00DC043C"/>
    <w:rsid w:val="00DC482C"/>
    <w:rsid w:val="00DD62B2"/>
    <w:rsid w:val="00DD62E4"/>
    <w:rsid w:val="00DE5673"/>
    <w:rsid w:val="00DE5BEE"/>
    <w:rsid w:val="00DE7AB1"/>
    <w:rsid w:val="00DF0AA5"/>
    <w:rsid w:val="00DF41D8"/>
    <w:rsid w:val="00E04D61"/>
    <w:rsid w:val="00E110B7"/>
    <w:rsid w:val="00E120CC"/>
    <w:rsid w:val="00E13387"/>
    <w:rsid w:val="00E13FE0"/>
    <w:rsid w:val="00E20198"/>
    <w:rsid w:val="00E239B7"/>
    <w:rsid w:val="00E2532B"/>
    <w:rsid w:val="00E25D73"/>
    <w:rsid w:val="00E3379A"/>
    <w:rsid w:val="00E353E1"/>
    <w:rsid w:val="00E356CC"/>
    <w:rsid w:val="00E40189"/>
    <w:rsid w:val="00E42729"/>
    <w:rsid w:val="00E430A9"/>
    <w:rsid w:val="00E453F4"/>
    <w:rsid w:val="00E568FB"/>
    <w:rsid w:val="00E63AC7"/>
    <w:rsid w:val="00E71B65"/>
    <w:rsid w:val="00E75CF1"/>
    <w:rsid w:val="00E76BE9"/>
    <w:rsid w:val="00E81D2A"/>
    <w:rsid w:val="00E85B37"/>
    <w:rsid w:val="00E905AE"/>
    <w:rsid w:val="00E94DD3"/>
    <w:rsid w:val="00EA5787"/>
    <w:rsid w:val="00EA71FA"/>
    <w:rsid w:val="00EB39F1"/>
    <w:rsid w:val="00EC04D8"/>
    <w:rsid w:val="00ED1A63"/>
    <w:rsid w:val="00EE2137"/>
    <w:rsid w:val="00EF1608"/>
    <w:rsid w:val="00EF29D3"/>
    <w:rsid w:val="00F04092"/>
    <w:rsid w:val="00F1563A"/>
    <w:rsid w:val="00F172C5"/>
    <w:rsid w:val="00F323E6"/>
    <w:rsid w:val="00F4252D"/>
    <w:rsid w:val="00F42B7D"/>
    <w:rsid w:val="00F4327D"/>
    <w:rsid w:val="00F440AD"/>
    <w:rsid w:val="00F4756A"/>
    <w:rsid w:val="00F500F4"/>
    <w:rsid w:val="00F5440C"/>
    <w:rsid w:val="00F54674"/>
    <w:rsid w:val="00F5680D"/>
    <w:rsid w:val="00F56E55"/>
    <w:rsid w:val="00F6062E"/>
    <w:rsid w:val="00F62EE8"/>
    <w:rsid w:val="00F736FF"/>
    <w:rsid w:val="00F76BA1"/>
    <w:rsid w:val="00F82B49"/>
    <w:rsid w:val="00F85DFB"/>
    <w:rsid w:val="00F87215"/>
    <w:rsid w:val="00F90CCF"/>
    <w:rsid w:val="00FA5FCC"/>
    <w:rsid w:val="00FA7F00"/>
    <w:rsid w:val="00FB178D"/>
    <w:rsid w:val="00FB5123"/>
    <w:rsid w:val="00FF388C"/>
    <w:rsid w:val="00FF57D7"/>
    <w:rsid w:val="00FF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56D7"/>
  <w15:docId w15:val="{42D2CD34-1E08-4D35-AFE5-EC47D601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21ADB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720E2F"/>
    <w:pPr>
      <w:tabs>
        <w:tab w:val="center" w:pos="4536"/>
        <w:tab w:val="right" w:pos="9072"/>
      </w:tabs>
    </w:pPr>
    <w:rPr>
      <w:szCs w:val="20"/>
      <w:lang w:eastAsia="en-US"/>
    </w:rPr>
  </w:style>
  <w:style w:type="character" w:customStyle="1" w:styleId="GlavaZnak">
    <w:name w:val="Glava Znak"/>
    <w:link w:val="Glava"/>
    <w:locked/>
    <w:rsid w:val="00720E2F"/>
    <w:rPr>
      <w:sz w:val="24"/>
      <w:lang w:val="sl-SI" w:eastAsia="en-US" w:bidi="ar-SA"/>
    </w:rPr>
  </w:style>
  <w:style w:type="paragraph" w:styleId="Odstavekseznama">
    <w:name w:val="List Paragraph"/>
    <w:basedOn w:val="Navaden"/>
    <w:uiPriority w:val="1"/>
    <w:qFormat/>
    <w:rsid w:val="00D353CD"/>
    <w:pPr>
      <w:ind w:left="720"/>
      <w:contextualSpacing/>
    </w:pPr>
  </w:style>
  <w:style w:type="paragraph" w:styleId="Besedilooblaka">
    <w:name w:val="Balloon Text"/>
    <w:basedOn w:val="Navaden"/>
    <w:link w:val="BesedilooblakaZnak"/>
    <w:rsid w:val="00A3711E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3711E"/>
    <w:rPr>
      <w:rFonts w:ascii="Tahoma" w:hAnsi="Tahoma" w:cs="Tahoma"/>
      <w:sz w:val="16"/>
      <w:szCs w:val="16"/>
    </w:rPr>
  </w:style>
  <w:style w:type="character" w:styleId="Poudarek">
    <w:name w:val="Emphasis"/>
    <w:basedOn w:val="Privzetapisavaodstavka"/>
    <w:uiPriority w:val="20"/>
    <w:qFormat/>
    <w:rsid w:val="00EF29D3"/>
    <w:rPr>
      <w:i/>
      <w:iCs/>
    </w:rPr>
  </w:style>
  <w:style w:type="character" w:styleId="Hiperpovezava">
    <w:name w:val="Hyperlink"/>
    <w:basedOn w:val="Privzetapisavaodstavka"/>
    <w:uiPriority w:val="99"/>
    <w:unhideWhenUsed/>
    <w:rsid w:val="00EF29D3"/>
    <w:rPr>
      <w:color w:val="0000FF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F5680D"/>
    <w:rPr>
      <w:color w:val="808080"/>
      <w:shd w:val="clear" w:color="auto" w:fill="E6E6E6"/>
    </w:rPr>
  </w:style>
  <w:style w:type="character" w:customStyle="1" w:styleId="Nerazreenaomemba2">
    <w:name w:val="Nerazrešena omemba2"/>
    <w:basedOn w:val="Privzetapisavaodstavka"/>
    <w:uiPriority w:val="99"/>
    <w:semiHidden/>
    <w:unhideWhenUsed/>
    <w:rsid w:val="005B43EE"/>
    <w:rPr>
      <w:color w:val="808080"/>
      <w:shd w:val="clear" w:color="auto" w:fill="E6E6E6"/>
    </w:rPr>
  </w:style>
  <w:style w:type="character" w:styleId="Nerazreenaomemba">
    <w:name w:val="Unresolved Mention"/>
    <w:basedOn w:val="Privzetapisavaodstavka"/>
    <w:uiPriority w:val="99"/>
    <w:semiHidden/>
    <w:unhideWhenUsed/>
    <w:rsid w:val="003C0C9D"/>
    <w:rPr>
      <w:color w:val="808080"/>
      <w:shd w:val="clear" w:color="auto" w:fill="E6E6E6"/>
    </w:rPr>
  </w:style>
  <w:style w:type="character" w:styleId="Krepko">
    <w:name w:val="Strong"/>
    <w:basedOn w:val="Privzetapisavaodstavka"/>
    <w:qFormat/>
    <w:rsid w:val="00277612"/>
    <w:rPr>
      <w:b/>
      <w:bCs/>
    </w:rPr>
  </w:style>
  <w:style w:type="character" w:styleId="SledenaHiperpovezava">
    <w:name w:val="FollowedHyperlink"/>
    <w:basedOn w:val="Privzetapisavaodstavka"/>
    <w:semiHidden/>
    <w:unhideWhenUsed/>
    <w:rsid w:val="0080137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5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1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horjul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porabnik\AppData\Roaming\Microsoft\Templates\glava%20-%20j.j.%20NOV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2942-52A8-442A-8447-2DE32421F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glava - j.j. NOVA</Template>
  <TotalTime>1643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nemesis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Erika Zakelj</cp:lastModifiedBy>
  <cp:revision>98</cp:revision>
  <cp:lastPrinted>2025-03-25T08:20:00Z</cp:lastPrinted>
  <dcterms:created xsi:type="dcterms:W3CDTF">2024-05-30T06:44:00Z</dcterms:created>
  <dcterms:modified xsi:type="dcterms:W3CDTF">2025-06-04T12:36:00Z</dcterms:modified>
</cp:coreProperties>
</file>