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EF687" w14:textId="77777777" w:rsidR="007017A5" w:rsidRPr="00277612" w:rsidRDefault="007017A5">
      <w:pPr>
        <w:rPr>
          <w:rStyle w:val="Krepko"/>
        </w:rPr>
      </w:pPr>
    </w:p>
    <w:tbl>
      <w:tblPr>
        <w:tblW w:w="0" w:type="auto"/>
        <w:jc w:val="center"/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245"/>
        <w:gridCol w:w="2052"/>
      </w:tblGrid>
      <w:tr w:rsidR="00720E2F" w14:paraId="3145EAD7" w14:textId="77777777" w:rsidTr="00413671">
        <w:trPr>
          <w:jc w:val="center"/>
        </w:trPr>
        <w:tc>
          <w:tcPr>
            <w:tcW w:w="1913" w:type="dxa"/>
            <w:vAlign w:val="center"/>
          </w:tcPr>
          <w:p w14:paraId="12761FF8" w14:textId="77777777" w:rsidR="00720E2F" w:rsidRDefault="00D353CD" w:rsidP="0085160E">
            <w:pPr>
              <w:pStyle w:val="Glava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7728" behindDoc="0" locked="0" layoutInCell="1" allowOverlap="1" wp14:anchorId="57E93D7E" wp14:editId="29E8F3E6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695325" cy="790575"/>
                  <wp:effectExtent l="0" t="0" r="9525" b="9525"/>
                  <wp:wrapSquare wrapText="bothSides"/>
                  <wp:docPr id="2" name="Slika 16" descr="G:\MOJCA\stye\grb_horj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 descr="G:\MOJCA\stye\grb_horj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45" w:type="dxa"/>
            <w:vAlign w:val="center"/>
          </w:tcPr>
          <w:p w14:paraId="58B531A7" w14:textId="77777777" w:rsidR="00720E2F" w:rsidRPr="00413671" w:rsidRDefault="00720E2F" w:rsidP="00413671">
            <w:pPr>
              <w:jc w:val="center"/>
              <w:rPr>
                <w:b/>
              </w:rPr>
            </w:pPr>
            <w:r w:rsidRPr="00413671">
              <w:rPr>
                <w:b/>
                <w:shd w:val="pct5" w:color="auto" w:fill="FFFFFF"/>
              </w:rPr>
              <w:t>OBČINA HORJUL</w:t>
            </w:r>
          </w:p>
          <w:p w14:paraId="3A3EB53A" w14:textId="77777777" w:rsidR="00720E2F" w:rsidRPr="00413671" w:rsidRDefault="00720E2F" w:rsidP="00413671">
            <w:pPr>
              <w:jc w:val="center"/>
              <w:rPr>
                <w:color w:val="000000"/>
                <w:sz w:val="20"/>
                <w:szCs w:val="20"/>
              </w:rPr>
            </w:pPr>
            <w:r w:rsidRPr="00413671">
              <w:rPr>
                <w:color w:val="000000"/>
                <w:sz w:val="20"/>
                <w:szCs w:val="20"/>
              </w:rPr>
              <w:t>Občinski trg 1</w:t>
            </w:r>
          </w:p>
          <w:p w14:paraId="12BB3895" w14:textId="77777777" w:rsidR="00720E2F" w:rsidRPr="00413671" w:rsidRDefault="00720E2F" w:rsidP="00413671">
            <w:pPr>
              <w:jc w:val="center"/>
              <w:rPr>
                <w:sz w:val="20"/>
                <w:szCs w:val="20"/>
              </w:rPr>
            </w:pPr>
            <w:r w:rsidRPr="00413671">
              <w:rPr>
                <w:sz w:val="20"/>
                <w:szCs w:val="20"/>
              </w:rPr>
              <w:t>1354 HORJUL</w:t>
            </w:r>
          </w:p>
          <w:p w14:paraId="33765CAF" w14:textId="1FDF398F" w:rsidR="00720E2F" w:rsidRDefault="00720E2F" w:rsidP="00413671">
            <w:pPr>
              <w:pStyle w:val="Glava"/>
              <w:jc w:val="center"/>
            </w:pPr>
            <w:r w:rsidRPr="00413671">
              <w:rPr>
                <w:rFonts w:ascii="Wingdings" w:hAnsi="Wingdings"/>
                <w:snapToGrid w:val="0"/>
                <w:sz w:val="20"/>
                <w:shd w:val="pct5" w:color="auto" w:fill="FFFFFF"/>
                <w:lang w:eastAsia="sl-SI"/>
              </w:rPr>
              <w:t></w:t>
            </w:r>
            <w:r w:rsidRPr="00413671">
              <w:rPr>
                <w:sz w:val="20"/>
                <w:shd w:val="pct5" w:color="auto" w:fill="FFFFFF"/>
              </w:rPr>
              <w:t xml:space="preserve">(01) 7591 120    </w:t>
            </w:r>
            <w:r w:rsidRPr="00413671">
              <w:rPr>
                <w:sz w:val="20"/>
                <w:shd w:val="pct5" w:color="auto" w:fill="FFFFFF"/>
              </w:rPr>
              <w:br/>
              <w:t>E-mail: obcina@horjul.si</w:t>
            </w:r>
          </w:p>
        </w:tc>
        <w:tc>
          <w:tcPr>
            <w:tcW w:w="2052" w:type="dxa"/>
            <w:vAlign w:val="center"/>
          </w:tcPr>
          <w:p w14:paraId="5ECE7406" w14:textId="77777777" w:rsidR="00720E2F" w:rsidRDefault="00720E2F" w:rsidP="00214EFA">
            <w:pPr>
              <w:pStyle w:val="Glava"/>
              <w:jc w:val="center"/>
            </w:pPr>
          </w:p>
        </w:tc>
      </w:tr>
    </w:tbl>
    <w:p w14:paraId="624EF9B8" w14:textId="77777777" w:rsidR="00720E2F" w:rsidRDefault="00720E2F" w:rsidP="00720E2F"/>
    <w:p w14:paraId="087B43BE" w14:textId="77777777" w:rsidR="009C36FB" w:rsidRPr="00381F40" w:rsidRDefault="009C36FB" w:rsidP="007A0124"/>
    <w:p w14:paraId="4F6E085C" w14:textId="76B79352" w:rsidR="007A0124" w:rsidRPr="006228D8" w:rsidRDefault="007A0124" w:rsidP="007A0124">
      <w:r w:rsidRPr="006228D8">
        <w:t>Štev</w:t>
      </w:r>
      <w:r w:rsidR="00E76BE9" w:rsidRPr="006228D8">
        <w:t>ilka</w:t>
      </w:r>
      <w:r w:rsidR="009368C3" w:rsidRPr="006228D8">
        <w:t xml:space="preserve">: </w:t>
      </w:r>
      <w:r w:rsidR="00A66289" w:rsidRPr="006228D8">
        <w:t>9000-000</w:t>
      </w:r>
      <w:r w:rsidR="00D35C00">
        <w:t>6</w:t>
      </w:r>
      <w:r w:rsidR="00A66289" w:rsidRPr="006228D8">
        <w:t>/202</w:t>
      </w:r>
      <w:r w:rsidR="00D25125">
        <w:t>5</w:t>
      </w:r>
      <w:r w:rsidR="006228D8">
        <w:t>-1</w:t>
      </w:r>
    </w:p>
    <w:p w14:paraId="4B43821F" w14:textId="69AB9EC8" w:rsidR="00C26EDC" w:rsidRPr="00DE7337" w:rsidRDefault="00886DF7" w:rsidP="00D353CD">
      <w:r w:rsidRPr="00DE7337">
        <w:t>Datum:</w:t>
      </w:r>
      <w:r w:rsidR="00445D5E" w:rsidRPr="00DE7337">
        <w:t xml:space="preserve"> </w:t>
      </w:r>
      <w:r w:rsidR="00D35C00">
        <w:t>10.</w:t>
      </w:r>
      <w:r w:rsidR="009F29AC" w:rsidRPr="00DE7337">
        <w:t xml:space="preserve"> </w:t>
      </w:r>
      <w:r w:rsidR="00A8490A">
        <w:t>1</w:t>
      </w:r>
      <w:r w:rsidR="00D35C00">
        <w:t>2</w:t>
      </w:r>
      <w:r w:rsidR="009F29AC" w:rsidRPr="00DE7337">
        <w:t>. 2025</w:t>
      </w:r>
    </w:p>
    <w:p w14:paraId="77E3AAC9" w14:textId="77777777" w:rsidR="00E13387" w:rsidRPr="002C24E4" w:rsidRDefault="00E13387" w:rsidP="00D353CD"/>
    <w:p w14:paraId="741BE4D1" w14:textId="77777777" w:rsidR="007667B8" w:rsidRPr="00652623" w:rsidRDefault="007667B8" w:rsidP="00D353CD"/>
    <w:p w14:paraId="6D26133E" w14:textId="77777777" w:rsidR="00E13387" w:rsidRPr="00652623" w:rsidRDefault="00E13387" w:rsidP="00D353CD"/>
    <w:p w14:paraId="68BD3253" w14:textId="77777777" w:rsidR="00D353CD" w:rsidRPr="00652623" w:rsidRDefault="00D353CD" w:rsidP="00D353CD">
      <w:pPr>
        <w:jc w:val="center"/>
        <w:rPr>
          <w:b/>
          <w:sz w:val="32"/>
        </w:rPr>
      </w:pPr>
      <w:r w:rsidRPr="00652623">
        <w:rPr>
          <w:b/>
          <w:sz w:val="32"/>
        </w:rPr>
        <w:t xml:space="preserve">S K L I C U J E M </w:t>
      </w:r>
    </w:p>
    <w:p w14:paraId="0C900342" w14:textId="77777777" w:rsidR="00D42E9A" w:rsidRDefault="00D42E9A" w:rsidP="00D42E9A">
      <w:pPr>
        <w:rPr>
          <w:sz w:val="28"/>
        </w:rPr>
      </w:pPr>
      <w:r>
        <w:rPr>
          <w:sz w:val="28"/>
        </w:rPr>
        <w:tab/>
      </w:r>
    </w:p>
    <w:p w14:paraId="6E1318E8" w14:textId="64197C78" w:rsidR="00D353CD" w:rsidRPr="00DE7337" w:rsidRDefault="00061351" w:rsidP="00D42E9A">
      <w:pPr>
        <w:jc w:val="center"/>
        <w:rPr>
          <w:sz w:val="28"/>
        </w:rPr>
      </w:pPr>
      <w:r w:rsidRPr="00DE7337">
        <w:rPr>
          <w:sz w:val="28"/>
        </w:rPr>
        <w:t>1</w:t>
      </w:r>
      <w:r w:rsidR="00D35C00">
        <w:rPr>
          <w:sz w:val="28"/>
        </w:rPr>
        <w:t>9</w:t>
      </w:r>
      <w:r w:rsidR="00D42E9A" w:rsidRPr="00DE7337">
        <w:rPr>
          <w:sz w:val="28"/>
        </w:rPr>
        <w:t xml:space="preserve">. </w:t>
      </w:r>
      <w:r w:rsidR="00C85FB9" w:rsidRPr="00DE7337">
        <w:rPr>
          <w:sz w:val="28"/>
        </w:rPr>
        <w:t xml:space="preserve">redno </w:t>
      </w:r>
      <w:r w:rsidR="00C82675" w:rsidRPr="00DE7337">
        <w:rPr>
          <w:sz w:val="28"/>
        </w:rPr>
        <w:t xml:space="preserve">sejo </w:t>
      </w:r>
      <w:r w:rsidR="00D353CD" w:rsidRPr="00DE7337">
        <w:rPr>
          <w:sz w:val="28"/>
        </w:rPr>
        <w:t>občinskega sveta Občine Horjul,</w:t>
      </w:r>
    </w:p>
    <w:p w14:paraId="6DAF6FBE" w14:textId="77777777" w:rsidR="00D353CD" w:rsidRPr="00DE7337" w:rsidRDefault="00D353CD" w:rsidP="00D353CD">
      <w:pPr>
        <w:jc w:val="center"/>
        <w:rPr>
          <w:sz w:val="28"/>
        </w:rPr>
      </w:pPr>
    </w:p>
    <w:p w14:paraId="7E5EC8C7" w14:textId="29F101CE" w:rsidR="00D353CD" w:rsidRPr="00DE7337" w:rsidRDefault="00980E2C" w:rsidP="00D353CD">
      <w:pPr>
        <w:jc w:val="center"/>
        <w:rPr>
          <w:b/>
          <w:sz w:val="28"/>
        </w:rPr>
      </w:pPr>
      <w:r w:rsidRPr="00DE7337">
        <w:rPr>
          <w:b/>
          <w:sz w:val="28"/>
        </w:rPr>
        <w:t xml:space="preserve">v </w:t>
      </w:r>
      <w:r w:rsidR="00A8490A">
        <w:rPr>
          <w:b/>
          <w:sz w:val="28"/>
        </w:rPr>
        <w:t>četrtek</w:t>
      </w:r>
      <w:r w:rsidRPr="00DE7337">
        <w:rPr>
          <w:b/>
          <w:sz w:val="28"/>
        </w:rPr>
        <w:t>,</w:t>
      </w:r>
      <w:r w:rsidR="004C2B8F" w:rsidRPr="00DE7337">
        <w:rPr>
          <w:b/>
          <w:sz w:val="28"/>
        </w:rPr>
        <w:t xml:space="preserve"> </w:t>
      </w:r>
      <w:r w:rsidR="00D35C00">
        <w:rPr>
          <w:b/>
          <w:sz w:val="28"/>
        </w:rPr>
        <w:t>18</w:t>
      </w:r>
      <w:r w:rsidR="00DE7337" w:rsidRPr="00DE7337">
        <w:rPr>
          <w:b/>
          <w:sz w:val="28"/>
        </w:rPr>
        <w:t>.</w:t>
      </w:r>
      <w:r w:rsidR="00690405" w:rsidRPr="00DE7337">
        <w:rPr>
          <w:b/>
          <w:sz w:val="28"/>
        </w:rPr>
        <w:t xml:space="preserve"> </w:t>
      </w:r>
      <w:r w:rsidR="00A8490A">
        <w:rPr>
          <w:b/>
          <w:sz w:val="28"/>
        </w:rPr>
        <w:t>1</w:t>
      </w:r>
      <w:r w:rsidR="00D35C00">
        <w:rPr>
          <w:b/>
          <w:sz w:val="28"/>
        </w:rPr>
        <w:t>2</w:t>
      </w:r>
      <w:r w:rsidR="00406014" w:rsidRPr="00DE7337">
        <w:rPr>
          <w:b/>
          <w:sz w:val="28"/>
        </w:rPr>
        <w:t>.</w:t>
      </w:r>
      <w:r w:rsidR="00690405" w:rsidRPr="00DE7337">
        <w:rPr>
          <w:b/>
          <w:sz w:val="28"/>
        </w:rPr>
        <w:t xml:space="preserve"> </w:t>
      </w:r>
      <w:r w:rsidR="00406014" w:rsidRPr="00DE7337">
        <w:rPr>
          <w:b/>
          <w:sz w:val="28"/>
        </w:rPr>
        <w:t>202</w:t>
      </w:r>
      <w:r w:rsidR="00690405" w:rsidRPr="00DE7337">
        <w:rPr>
          <w:b/>
          <w:sz w:val="28"/>
        </w:rPr>
        <w:t>5</w:t>
      </w:r>
      <w:r w:rsidR="004633B9" w:rsidRPr="00DE7337">
        <w:rPr>
          <w:b/>
          <w:sz w:val="28"/>
        </w:rPr>
        <w:t>,</w:t>
      </w:r>
      <w:r w:rsidR="008B2AA2" w:rsidRPr="00DE7337">
        <w:rPr>
          <w:b/>
          <w:sz w:val="28"/>
        </w:rPr>
        <w:t xml:space="preserve"> </w:t>
      </w:r>
      <w:r w:rsidR="006D48D8" w:rsidRPr="00DE7337">
        <w:rPr>
          <w:b/>
          <w:sz w:val="28"/>
        </w:rPr>
        <w:t xml:space="preserve">ob </w:t>
      </w:r>
      <w:r w:rsidR="0096731E" w:rsidRPr="00DE7337">
        <w:rPr>
          <w:b/>
          <w:sz w:val="28"/>
        </w:rPr>
        <w:t>1</w:t>
      </w:r>
      <w:r w:rsidR="00DE7337" w:rsidRPr="00DE7337">
        <w:rPr>
          <w:b/>
          <w:sz w:val="28"/>
        </w:rPr>
        <w:t>8</w:t>
      </w:r>
      <w:r w:rsidR="004B1BF6" w:rsidRPr="00DE7337">
        <w:rPr>
          <w:b/>
          <w:sz w:val="28"/>
        </w:rPr>
        <w:t>:</w:t>
      </w:r>
      <w:r w:rsidR="009D3D1D" w:rsidRPr="00DE7337">
        <w:rPr>
          <w:b/>
          <w:sz w:val="28"/>
        </w:rPr>
        <w:t>0</w:t>
      </w:r>
      <w:r w:rsidR="004B1BF6" w:rsidRPr="00DE7337">
        <w:rPr>
          <w:b/>
          <w:sz w:val="28"/>
        </w:rPr>
        <w:t>0</w:t>
      </w:r>
      <w:r w:rsidR="00D353CD" w:rsidRPr="00DE7337">
        <w:rPr>
          <w:b/>
          <w:sz w:val="28"/>
        </w:rPr>
        <w:t xml:space="preserve"> uri, v sejni sobi Občine Horjul.</w:t>
      </w:r>
    </w:p>
    <w:p w14:paraId="154964C5" w14:textId="77777777" w:rsidR="00D353CD" w:rsidRPr="00DE7337" w:rsidRDefault="00D353CD" w:rsidP="00D353CD"/>
    <w:p w14:paraId="3BAB9163" w14:textId="77777777" w:rsidR="00E13387" w:rsidRPr="00652623" w:rsidRDefault="00E13387" w:rsidP="00D353CD"/>
    <w:p w14:paraId="44D0672B" w14:textId="77777777" w:rsidR="00D353CD" w:rsidRPr="00652623" w:rsidRDefault="00D353CD" w:rsidP="00D353CD">
      <w:r w:rsidRPr="00652623">
        <w:t xml:space="preserve">Dnevni red: </w:t>
      </w:r>
    </w:p>
    <w:p w14:paraId="0A12C094" w14:textId="77777777" w:rsidR="00D353CD" w:rsidRPr="00652623" w:rsidRDefault="00D353CD" w:rsidP="00D353CD"/>
    <w:p w14:paraId="271F2FCA" w14:textId="7091AB78" w:rsidR="00DC482C" w:rsidRPr="00D35C00" w:rsidRDefault="00652623" w:rsidP="00652623">
      <w:pPr>
        <w:numPr>
          <w:ilvl w:val="0"/>
          <w:numId w:val="10"/>
        </w:numPr>
        <w:jc w:val="both"/>
      </w:pPr>
      <w:r w:rsidRPr="00D35C00">
        <w:t xml:space="preserve">Pregled in sprejem zapisnika </w:t>
      </w:r>
      <w:r w:rsidR="00061351" w:rsidRPr="00D35C00">
        <w:t>1</w:t>
      </w:r>
      <w:r w:rsidR="00D35C00" w:rsidRPr="00D35C00">
        <w:t>8</w:t>
      </w:r>
      <w:r w:rsidRPr="00D35C00">
        <w:t>. redne seje</w:t>
      </w:r>
    </w:p>
    <w:p w14:paraId="03D548E7" w14:textId="0A7F9900" w:rsidR="00D35C00" w:rsidRPr="002265F0" w:rsidRDefault="0096096E" w:rsidP="002265F0">
      <w:pPr>
        <w:pStyle w:val="Odstavekseznama"/>
        <w:numPr>
          <w:ilvl w:val="0"/>
          <w:numId w:val="10"/>
        </w:numPr>
        <w:rPr>
          <w:sz w:val="22"/>
          <w:szCs w:val="22"/>
        </w:rPr>
      </w:pPr>
      <w:bookmarkStart w:id="0" w:name="_Hlk214973000"/>
      <w:bookmarkStart w:id="1" w:name="_Hlk526593173"/>
      <w:r w:rsidRPr="002265F0">
        <w:rPr>
          <w:sz w:val="22"/>
          <w:szCs w:val="22"/>
        </w:rPr>
        <w:t>Potrditev izstopa</w:t>
      </w:r>
      <w:r w:rsidR="002265F0" w:rsidRPr="002265F0">
        <w:rPr>
          <w:sz w:val="22"/>
          <w:szCs w:val="22"/>
        </w:rPr>
        <w:t xml:space="preserve"> Občine Dobrova Polhov Gradec iz MIRED </w:t>
      </w:r>
      <w:bookmarkEnd w:id="0"/>
    </w:p>
    <w:p w14:paraId="34613D10" w14:textId="68AEF64B" w:rsidR="00D35C00" w:rsidRPr="00CC4CA7" w:rsidRDefault="00CC4CA7" w:rsidP="00CC4CA7">
      <w:pPr>
        <w:pStyle w:val="Odstavekseznama"/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</w:rPr>
        <w:t xml:space="preserve">Odlok o ustanovitvi organa skupne občinske uprave </w:t>
      </w:r>
      <w:r w:rsidRPr="00CC4CA7">
        <w:rPr>
          <w:bCs/>
          <w:color w:val="000000"/>
        </w:rPr>
        <w:t xml:space="preserve">»MEDOBČINSKI INŠPEKTORAT  IN REDARSTVO OBČIN VRHNIKA, BREZOVICA, GORENJA VAS - POLJANE, ŽIRI, BOROVNICA, LOG - DRAGOMER, HORJUL« </w:t>
      </w:r>
    </w:p>
    <w:p w14:paraId="298B1751" w14:textId="183BE317" w:rsidR="0096096E" w:rsidRPr="00CA0F2C" w:rsidRDefault="0096096E" w:rsidP="00A8490A">
      <w:pPr>
        <w:pStyle w:val="Odstavekseznama"/>
        <w:numPr>
          <w:ilvl w:val="0"/>
          <w:numId w:val="10"/>
        </w:numPr>
        <w:jc w:val="both"/>
      </w:pPr>
      <w:r w:rsidRPr="00CA0F2C">
        <w:t>Odlok</w:t>
      </w:r>
      <w:r w:rsidR="00CA0F2C">
        <w:t xml:space="preserve"> o</w:t>
      </w:r>
      <w:r w:rsidRPr="00CA0F2C">
        <w:t xml:space="preserve"> plakatiranj</w:t>
      </w:r>
      <w:r w:rsidR="00CA0F2C">
        <w:t>u</w:t>
      </w:r>
      <w:r w:rsidRPr="00CA0F2C">
        <w:t xml:space="preserve"> </w:t>
      </w:r>
    </w:p>
    <w:p w14:paraId="35359034" w14:textId="3E8494D1" w:rsidR="00A8490A" w:rsidRPr="00D35C00" w:rsidRDefault="00A8490A" w:rsidP="00A8490A">
      <w:pPr>
        <w:pStyle w:val="Odstavekseznama"/>
        <w:numPr>
          <w:ilvl w:val="0"/>
          <w:numId w:val="10"/>
        </w:numPr>
        <w:jc w:val="both"/>
      </w:pPr>
      <w:r w:rsidRPr="00D35C00">
        <w:rPr>
          <w:bCs/>
        </w:rPr>
        <w:t xml:space="preserve">Proračun 2026 </w:t>
      </w:r>
      <w:r w:rsidRPr="00D35C00">
        <w:t>Proračun Občine Horjul za leto 2026</w:t>
      </w:r>
    </w:p>
    <w:p w14:paraId="62E9DF39" w14:textId="6C4A3FFE" w:rsidR="00A8490A" w:rsidRPr="00D35C00" w:rsidRDefault="00A8490A" w:rsidP="00A8490A">
      <w:pPr>
        <w:pStyle w:val="Odstavekseznama"/>
        <w:widowControl w:val="0"/>
        <w:numPr>
          <w:ilvl w:val="1"/>
          <w:numId w:val="16"/>
        </w:numPr>
        <w:tabs>
          <w:tab w:val="left" w:pos="1214"/>
        </w:tabs>
        <w:autoSpaceDE w:val="0"/>
        <w:autoSpaceDN w:val="0"/>
      </w:pPr>
      <w:r w:rsidRPr="00D35C00">
        <w:t>Odlok o proračunu Občine Horjul za leto</w:t>
      </w:r>
      <w:r w:rsidRPr="00D35C00">
        <w:rPr>
          <w:spacing w:val="-2"/>
        </w:rPr>
        <w:t xml:space="preserve"> </w:t>
      </w:r>
      <w:r w:rsidRPr="00D35C00">
        <w:t>2026</w:t>
      </w:r>
    </w:p>
    <w:p w14:paraId="412580B9" w14:textId="67817096" w:rsidR="00A8490A" w:rsidRPr="00D35C00" w:rsidRDefault="00A8490A" w:rsidP="00A8490A">
      <w:pPr>
        <w:pStyle w:val="Odstavekseznama"/>
        <w:widowControl w:val="0"/>
        <w:numPr>
          <w:ilvl w:val="1"/>
          <w:numId w:val="16"/>
        </w:numPr>
        <w:tabs>
          <w:tab w:val="left" w:pos="1230"/>
        </w:tabs>
        <w:autoSpaceDE w:val="0"/>
        <w:autoSpaceDN w:val="0"/>
      </w:pPr>
      <w:r w:rsidRPr="00D35C00">
        <w:t>Letni načrt ravnanja s stvarnim premoženjem Občine Horjul za leto</w:t>
      </w:r>
      <w:r w:rsidRPr="00D35C00">
        <w:rPr>
          <w:spacing w:val="-4"/>
        </w:rPr>
        <w:t xml:space="preserve"> </w:t>
      </w:r>
      <w:r w:rsidRPr="00D35C00">
        <w:t>2026</w:t>
      </w:r>
    </w:p>
    <w:p w14:paraId="56C80C14" w14:textId="1A13FE6A" w:rsidR="00A8490A" w:rsidRPr="00D35C00" w:rsidRDefault="00A8490A" w:rsidP="00A8490A">
      <w:pPr>
        <w:pStyle w:val="Odstavekseznama"/>
        <w:widowControl w:val="0"/>
        <w:numPr>
          <w:ilvl w:val="1"/>
          <w:numId w:val="16"/>
        </w:numPr>
        <w:tabs>
          <w:tab w:val="left" w:pos="1216"/>
        </w:tabs>
        <w:autoSpaceDE w:val="0"/>
        <w:autoSpaceDN w:val="0"/>
      </w:pPr>
      <w:r w:rsidRPr="00D35C00">
        <w:t>Letni program prodaje občinskega finančnega premoženja za leto</w:t>
      </w:r>
      <w:r w:rsidRPr="00D35C00">
        <w:rPr>
          <w:spacing w:val="-5"/>
        </w:rPr>
        <w:t xml:space="preserve"> </w:t>
      </w:r>
      <w:r w:rsidRPr="00D35C00">
        <w:t>2026</w:t>
      </w:r>
    </w:p>
    <w:p w14:paraId="5384310F" w14:textId="741B7F7D" w:rsidR="00A8490A" w:rsidRPr="00D35C00" w:rsidRDefault="00A8490A" w:rsidP="00A8490A">
      <w:pPr>
        <w:pStyle w:val="Odstavekseznama"/>
        <w:widowControl w:val="0"/>
        <w:numPr>
          <w:ilvl w:val="1"/>
          <w:numId w:val="16"/>
        </w:numPr>
        <w:tabs>
          <w:tab w:val="left" w:pos="1229"/>
        </w:tabs>
        <w:autoSpaceDE w:val="0"/>
        <w:autoSpaceDN w:val="0"/>
      </w:pPr>
      <w:r w:rsidRPr="00D35C00">
        <w:t>Kadrovski načrt Občine Horjul za leto</w:t>
      </w:r>
      <w:r w:rsidRPr="00D35C00">
        <w:rPr>
          <w:spacing w:val="-3"/>
        </w:rPr>
        <w:t xml:space="preserve"> </w:t>
      </w:r>
      <w:r w:rsidRPr="00D35C00">
        <w:t>2026</w:t>
      </w:r>
    </w:p>
    <w:bookmarkEnd w:id="1"/>
    <w:p w14:paraId="145BD553" w14:textId="56952FC9" w:rsidR="00A8490A" w:rsidRPr="00F50BFF" w:rsidRDefault="006815D3" w:rsidP="006815D3">
      <w:pPr>
        <w:pStyle w:val="Odstavekseznama"/>
        <w:numPr>
          <w:ilvl w:val="0"/>
          <w:numId w:val="10"/>
        </w:numPr>
        <w:jc w:val="both"/>
      </w:pPr>
      <w:r w:rsidRPr="00F50BFF">
        <w:t>L</w:t>
      </w:r>
      <w:r w:rsidR="00F50BFF" w:rsidRPr="00F50BFF">
        <w:t xml:space="preserve">etni program športa v Občini Horjul za leto </w:t>
      </w:r>
      <w:r w:rsidRPr="00F50BFF">
        <w:t xml:space="preserve">2026 </w:t>
      </w:r>
    </w:p>
    <w:p w14:paraId="5151A848" w14:textId="77777777" w:rsidR="00DA5073" w:rsidRPr="00DC7C52" w:rsidRDefault="00DA5073" w:rsidP="00DA5073">
      <w:pPr>
        <w:pStyle w:val="Odstavekseznama"/>
        <w:numPr>
          <w:ilvl w:val="0"/>
          <w:numId w:val="10"/>
        </w:numPr>
        <w:jc w:val="both"/>
      </w:pPr>
      <w:r>
        <w:t>Pridobitev Javno dobro</w:t>
      </w:r>
    </w:p>
    <w:p w14:paraId="060AD3CE" w14:textId="77777777" w:rsidR="00421388" w:rsidRPr="00421388" w:rsidRDefault="00421388" w:rsidP="0032323D">
      <w:pPr>
        <w:pStyle w:val="Odstavekseznama"/>
        <w:numPr>
          <w:ilvl w:val="0"/>
          <w:numId w:val="10"/>
        </w:numPr>
        <w:jc w:val="both"/>
      </w:pPr>
      <w:r w:rsidRPr="00421388">
        <w:rPr>
          <w:bCs/>
        </w:rPr>
        <w:t>Odlok o ustanovitvi javnega vzgojno-izobraževalnega zavoda Osnovne šole Horjul</w:t>
      </w:r>
    </w:p>
    <w:p w14:paraId="604C0785" w14:textId="6F2E575A" w:rsidR="00652623" w:rsidRPr="0096096E" w:rsidRDefault="00652623" w:rsidP="0032323D">
      <w:pPr>
        <w:pStyle w:val="Odstavekseznama"/>
        <w:numPr>
          <w:ilvl w:val="0"/>
          <w:numId w:val="10"/>
        </w:numPr>
        <w:jc w:val="both"/>
      </w:pPr>
      <w:r w:rsidRPr="00421388">
        <w:rPr>
          <w:bCs/>
        </w:rPr>
        <w:t>I</w:t>
      </w:r>
      <w:r w:rsidRPr="0096096E">
        <w:t>nformacije, pobude, vprašanja</w:t>
      </w:r>
    </w:p>
    <w:p w14:paraId="0E0CAD3C" w14:textId="77777777" w:rsidR="00EF29D3" w:rsidRPr="005334FA" w:rsidRDefault="00EF29D3" w:rsidP="009675BA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2670"/>
        <w:gridCol w:w="2977"/>
      </w:tblGrid>
      <w:tr w:rsidR="005334FA" w:rsidRPr="005334FA" w14:paraId="75AEF706" w14:textId="77777777" w:rsidTr="007D5A21">
        <w:tc>
          <w:tcPr>
            <w:tcW w:w="3070" w:type="dxa"/>
          </w:tcPr>
          <w:p w14:paraId="175EA0AE" w14:textId="77777777" w:rsidR="00D353CD" w:rsidRPr="005334FA" w:rsidRDefault="00D353CD" w:rsidP="007D5A21">
            <w:r w:rsidRPr="005334FA">
              <w:t xml:space="preserve">Lep pozdrav, </w:t>
            </w:r>
          </w:p>
          <w:p w14:paraId="2446EA6F" w14:textId="77777777" w:rsidR="00AC5DB1" w:rsidRPr="005334FA" w:rsidRDefault="00AC5DB1" w:rsidP="007D5A2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</w:tcPr>
          <w:p w14:paraId="4F9C7924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  <w:p w14:paraId="77C0E72C" w14:textId="77777777" w:rsidR="008215DC" w:rsidRDefault="008215DC" w:rsidP="007D5A21">
            <w:pPr>
              <w:rPr>
                <w:sz w:val="22"/>
                <w:szCs w:val="22"/>
              </w:rPr>
            </w:pPr>
          </w:p>
          <w:p w14:paraId="6EF0A9CC" w14:textId="77777777" w:rsidR="009B53E9" w:rsidRPr="005334FA" w:rsidRDefault="009B53E9" w:rsidP="007D5A21">
            <w:pPr>
              <w:rPr>
                <w:sz w:val="22"/>
                <w:szCs w:val="22"/>
              </w:rPr>
            </w:pPr>
          </w:p>
          <w:p w14:paraId="3E7184D6" w14:textId="77777777" w:rsidR="008215DC" w:rsidRPr="005334FA" w:rsidRDefault="008215DC" w:rsidP="007D5A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14:paraId="2401D757" w14:textId="77777777" w:rsidR="00D353CD" w:rsidRPr="005334FA" w:rsidRDefault="00D353CD" w:rsidP="0006601D">
            <w:pPr>
              <w:jc w:val="center"/>
            </w:pPr>
          </w:p>
        </w:tc>
      </w:tr>
      <w:tr w:rsidR="00C33AA4" w:rsidRPr="005334FA" w14:paraId="3A75AD02" w14:textId="77777777" w:rsidTr="007D5A21">
        <w:tc>
          <w:tcPr>
            <w:tcW w:w="3070" w:type="dxa"/>
          </w:tcPr>
          <w:p w14:paraId="544799E3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  <w:p w14:paraId="59E78B48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</w:tcPr>
          <w:p w14:paraId="22D71FA0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14:paraId="31E50821" w14:textId="77777777" w:rsidR="00D353CD" w:rsidRPr="005334FA" w:rsidRDefault="00D353CD" w:rsidP="0006601D">
            <w:pPr>
              <w:jc w:val="center"/>
            </w:pPr>
            <w:r w:rsidRPr="005334FA">
              <w:t>Janko Prebil</w:t>
            </w:r>
            <w:r w:rsidR="005230B4" w:rsidRPr="005334FA">
              <w:t>,</w:t>
            </w:r>
            <w:r w:rsidR="005230B4" w:rsidRPr="005334FA">
              <w:br/>
              <w:t xml:space="preserve"> župan</w:t>
            </w:r>
          </w:p>
        </w:tc>
      </w:tr>
    </w:tbl>
    <w:p w14:paraId="1F19DC33" w14:textId="77777777" w:rsidR="008215DC" w:rsidRDefault="008215DC" w:rsidP="00D353CD"/>
    <w:p w14:paraId="6E978648" w14:textId="77777777" w:rsidR="00F16747" w:rsidRPr="005334FA" w:rsidRDefault="00F16747" w:rsidP="00D353CD"/>
    <w:p w14:paraId="3E2157C9" w14:textId="77777777" w:rsidR="00D353CD" w:rsidRPr="005334FA" w:rsidRDefault="00D353CD" w:rsidP="00D353CD">
      <w:r w:rsidRPr="005334FA">
        <w:t xml:space="preserve">Vabljeni: </w:t>
      </w:r>
    </w:p>
    <w:p w14:paraId="203189E5" w14:textId="77777777" w:rsidR="00D353CD" w:rsidRPr="005334FA" w:rsidRDefault="004633B9" w:rsidP="00D353CD">
      <w:pPr>
        <w:numPr>
          <w:ilvl w:val="0"/>
          <w:numId w:val="2"/>
        </w:numPr>
      </w:pPr>
      <w:r w:rsidRPr="005334FA">
        <w:t>Župan Janko Prebil</w:t>
      </w:r>
    </w:p>
    <w:p w14:paraId="2783E1CC" w14:textId="12D35F24" w:rsidR="0085160E" w:rsidRPr="005334FA" w:rsidRDefault="004633B9" w:rsidP="00E94DD3">
      <w:pPr>
        <w:numPr>
          <w:ilvl w:val="0"/>
          <w:numId w:val="2"/>
        </w:numPr>
      </w:pPr>
      <w:r w:rsidRPr="005334FA">
        <w:t>Svetniki občinskega sveta Občine Horjul</w:t>
      </w:r>
    </w:p>
    <w:p w14:paraId="51F5B601" w14:textId="431FC80A" w:rsidR="00977EDB" w:rsidRDefault="00977EDB" w:rsidP="00E94DD3">
      <w:pPr>
        <w:numPr>
          <w:ilvl w:val="0"/>
          <w:numId w:val="2"/>
        </w:numPr>
      </w:pPr>
      <w:r w:rsidRPr="005334FA">
        <w:t>Člani nadzornega odbora Občine Horjul</w:t>
      </w:r>
    </w:p>
    <w:p w14:paraId="0E505159" w14:textId="4D0B0853" w:rsidR="00671D4D" w:rsidRPr="00DA5073" w:rsidRDefault="00421388" w:rsidP="00DA5073">
      <w:pPr>
        <w:numPr>
          <w:ilvl w:val="0"/>
          <w:numId w:val="2"/>
        </w:numPr>
      </w:pPr>
      <w:r>
        <w:t>Ravnatelj OŠ Horjul, Aleksander Gube</w:t>
      </w:r>
    </w:p>
    <w:p w14:paraId="733BA53A" w14:textId="77777777" w:rsidR="00692D87" w:rsidRDefault="00692D87" w:rsidP="00D353CD"/>
    <w:p w14:paraId="507AC7FF" w14:textId="77777777" w:rsidR="009B53E9" w:rsidRDefault="009B53E9" w:rsidP="00D353CD"/>
    <w:p w14:paraId="63315CE4" w14:textId="77777777" w:rsidR="009B53E9" w:rsidRDefault="009B53E9" w:rsidP="00D353CD"/>
    <w:p w14:paraId="6E8E2A20" w14:textId="77777777" w:rsidR="009B53E9" w:rsidRPr="00387EAC" w:rsidRDefault="009B53E9" w:rsidP="00D353CD"/>
    <w:p w14:paraId="523EA51E" w14:textId="77777777" w:rsidR="00D353CD" w:rsidRPr="00387EAC" w:rsidRDefault="00D353CD" w:rsidP="00700921">
      <w:r w:rsidRPr="00387EAC">
        <w:t>Priloge:</w:t>
      </w:r>
    </w:p>
    <w:p w14:paraId="31999956" w14:textId="6522F7F1" w:rsidR="00700921" w:rsidRPr="00D35C00" w:rsidRDefault="00652623" w:rsidP="00700921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D35C00">
        <w:rPr>
          <w:sz w:val="22"/>
          <w:szCs w:val="22"/>
        </w:rPr>
        <w:t xml:space="preserve">Točka 1. Zapisnik </w:t>
      </w:r>
      <w:r w:rsidR="00C33AA4" w:rsidRPr="00D35C00">
        <w:rPr>
          <w:sz w:val="22"/>
          <w:szCs w:val="22"/>
        </w:rPr>
        <w:t>1</w:t>
      </w:r>
      <w:r w:rsidR="00D35C00" w:rsidRPr="00D35C00">
        <w:rPr>
          <w:sz w:val="22"/>
          <w:szCs w:val="22"/>
        </w:rPr>
        <w:t>8</w:t>
      </w:r>
      <w:r w:rsidRPr="00D35C00">
        <w:rPr>
          <w:sz w:val="22"/>
          <w:szCs w:val="22"/>
        </w:rPr>
        <w:t>. redne seje</w:t>
      </w:r>
    </w:p>
    <w:p w14:paraId="6667BD90" w14:textId="4AC6AEE2" w:rsidR="000C74B9" w:rsidRPr="00CA0F2C" w:rsidRDefault="000C74B9" w:rsidP="0002613E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CA0F2C">
        <w:rPr>
          <w:sz w:val="22"/>
          <w:szCs w:val="22"/>
        </w:rPr>
        <w:t xml:space="preserve">Točka 2: </w:t>
      </w:r>
      <w:r w:rsidR="00CA0F2C" w:rsidRPr="00CA0F2C">
        <w:rPr>
          <w:sz w:val="22"/>
          <w:szCs w:val="22"/>
        </w:rPr>
        <w:t>Gradivo, predlog Sklepa</w:t>
      </w:r>
    </w:p>
    <w:p w14:paraId="6C642FB9" w14:textId="19CAAE02" w:rsidR="00700921" w:rsidRPr="00CA0F2C" w:rsidRDefault="005A48B4" w:rsidP="00700921">
      <w:pPr>
        <w:pStyle w:val="Odstavekseznama"/>
        <w:numPr>
          <w:ilvl w:val="0"/>
          <w:numId w:val="2"/>
        </w:numPr>
        <w:rPr>
          <w:sz w:val="22"/>
          <w:szCs w:val="22"/>
        </w:rPr>
      </w:pPr>
      <w:bookmarkStart w:id="2" w:name="_Hlk158990493"/>
      <w:r w:rsidRPr="00CA0F2C">
        <w:rPr>
          <w:sz w:val="22"/>
          <w:szCs w:val="22"/>
        </w:rPr>
        <w:t xml:space="preserve">Točka </w:t>
      </w:r>
      <w:r w:rsidR="00F172C5" w:rsidRPr="00CA0F2C">
        <w:rPr>
          <w:sz w:val="22"/>
          <w:szCs w:val="22"/>
        </w:rPr>
        <w:t>3</w:t>
      </w:r>
      <w:r w:rsidRPr="00CA0F2C">
        <w:rPr>
          <w:sz w:val="22"/>
          <w:szCs w:val="22"/>
        </w:rPr>
        <w:t xml:space="preserve">: </w:t>
      </w:r>
      <w:r w:rsidR="00387EAC" w:rsidRPr="00CA0F2C">
        <w:t>: Gradivo</w:t>
      </w:r>
      <w:r w:rsidR="009B53E9" w:rsidRPr="00CA0F2C">
        <w:t xml:space="preserve">, </w:t>
      </w:r>
      <w:r w:rsidR="00387EAC" w:rsidRPr="00CA0F2C">
        <w:t>pr</w:t>
      </w:r>
      <w:r w:rsidR="009B53E9" w:rsidRPr="00CA0F2C">
        <w:t xml:space="preserve">edlog </w:t>
      </w:r>
      <w:r w:rsidR="00CA0F2C" w:rsidRPr="00CA0F2C">
        <w:t>Odloka</w:t>
      </w:r>
      <w:r w:rsidR="00F16747" w:rsidRPr="00CA0F2C">
        <w:rPr>
          <w:sz w:val="22"/>
          <w:szCs w:val="22"/>
        </w:rPr>
        <w:t xml:space="preserve"> </w:t>
      </w:r>
    </w:p>
    <w:bookmarkEnd w:id="2"/>
    <w:p w14:paraId="267BC39B" w14:textId="57469760" w:rsidR="00CA0F2C" w:rsidRPr="00CA0F2C" w:rsidRDefault="00CA0F2C" w:rsidP="00CA0F2C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CA0F2C">
        <w:rPr>
          <w:sz w:val="22"/>
          <w:szCs w:val="22"/>
        </w:rPr>
        <w:t xml:space="preserve">Točka 4: </w:t>
      </w:r>
      <w:r w:rsidRPr="00CA0F2C">
        <w:t>: Gradivo, predlog Odloka</w:t>
      </w:r>
      <w:r w:rsidRPr="00CA0F2C">
        <w:rPr>
          <w:sz w:val="22"/>
          <w:szCs w:val="22"/>
        </w:rPr>
        <w:t xml:space="preserve"> </w:t>
      </w:r>
    </w:p>
    <w:p w14:paraId="3ADFFB3C" w14:textId="7146BBFC" w:rsidR="00A8490A" w:rsidRPr="00D35C00" w:rsidRDefault="00B042EA" w:rsidP="00A8490A">
      <w:pPr>
        <w:widowControl w:val="0"/>
        <w:numPr>
          <w:ilvl w:val="0"/>
          <w:numId w:val="2"/>
        </w:numPr>
        <w:tabs>
          <w:tab w:val="left" w:pos="969"/>
        </w:tabs>
        <w:autoSpaceDE w:val="0"/>
        <w:autoSpaceDN w:val="0"/>
        <w:spacing w:line="231" w:lineRule="exact"/>
        <w:contextualSpacing/>
        <w:rPr>
          <w:sz w:val="22"/>
          <w:szCs w:val="22"/>
        </w:rPr>
      </w:pPr>
      <w:r w:rsidRPr="00D35C00">
        <w:rPr>
          <w:sz w:val="22"/>
          <w:szCs w:val="22"/>
        </w:rPr>
        <w:t xml:space="preserve">Točka </w:t>
      </w:r>
      <w:r w:rsidR="00CA0F2C">
        <w:rPr>
          <w:sz w:val="22"/>
          <w:szCs w:val="22"/>
        </w:rPr>
        <w:t>5</w:t>
      </w:r>
      <w:r w:rsidRPr="00D35C00">
        <w:rPr>
          <w:sz w:val="22"/>
          <w:szCs w:val="22"/>
        </w:rPr>
        <w:t xml:space="preserve">: </w:t>
      </w:r>
      <w:r w:rsidR="00A8490A" w:rsidRPr="00D35C00">
        <w:rPr>
          <w:sz w:val="22"/>
          <w:szCs w:val="22"/>
        </w:rPr>
        <w:t>Predlog Proračuna Občine Horjul za leto</w:t>
      </w:r>
      <w:r w:rsidR="00A8490A" w:rsidRPr="00D35C00">
        <w:rPr>
          <w:spacing w:val="-1"/>
          <w:sz w:val="22"/>
          <w:szCs w:val="22"/>
        </w:rPr>
        <w:t xml:space="preserve"> </w:t>
      </w:r>
      <w:r w:rsidR="00A8490A" w:rsidRPr="00D35C00">
        <w:rPr>
          <w:sz w:val="22"/>
          <w:szCs w:val="22"/>
        </w:rPr>
        <w:t>2026</w:t>
      </w:r>
    </w:p>
    <w:p w14:paraId="3DB5F195" w14:textId="66A500EF" w:rsidR="00A8490A" w:rsidRPr="00D35C00" w:rsidRDefault="00A8490A" w:rsidP="00A8490A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spacing w:before="1"/>
        <w:ind w:right="4039"/>
        <w:contextualSpacing/>
        <w:rPr>
          <w:sz w:val="22"/>
          <w:szCs w:val="22"/>
        </w:rPr>
      </w:pPr>
      <w:r w:rsidRPr="00D35C00">
        <w:rPr>
          <w:sz w:val="22"/>
          <w:szCs w:val="22"/>
        </w:rPr>
        <w:t>Odlok o proračunu Občine Horjul za leto 2026</w:t>
      </w:r>
    </w:p>
    <w:p w14:paraId="0801B13B" w14:textId="631E526E" w:rsidR="00A8490A" w:rsidRPr="00D35C00" w:rsidRDefault="00A8490A" w:rsidP="00A8490A">
      <w:pPr>
        <w:widowControl w:val="0"/>
        <w:tabs>
          <w:tab w:val="left" w:pos="1422"/>
        </w:tabs>
        <w:autoSpaceDE w:val="0"/>
        <w:autoSpaceDN w:val="0"/>
        <w:spacing w:before="1"/>
        <w:ind w:left="1422" w:right="4039"/>
        <w:contextualSpacing/>
        <w:rPr>
          <w:sz w:val="22"/>
          <w:szCs w:val="22"/>
        </w:rPr>
      </w:pPr>
      <w:r w:rsidRPr="00D35C00">
        <w:rPr>
          <w:sz w:val="22"/>
          <w:szCs w:val="22"/>
        </w:rPr>
        <w:t>Splošni del proračuna Občine Horjul za leto 2026 Posebni del proračuna Občine Horjul za leto</w:t>
      </w:r>
      <w:r w:rsidRPr="00D35C00">
        <w:rPr>
          <w:spacing w:val="-17"/>
          <w:sz w:val="22"/>
          <w:szCs w:val="22"/>
        </w:rPr>
        <w:t xml:space="preserve"> </w:t>
      </w:r>
      <w:r w:rsidRPr="00D35C00">
        <w:rPr>
          <w:sz w:val="22"/>
          <w:szCs w:val="22"/>
        </w:rPr>
        <w:t>2026</w:t>
      </w:r>
    </w:p>
    <w:p w14:paraId="43F8DE94" w14:textId="4CFB2E70" w:rsidR="00A8490A" w:rsidRPr="00D35C00" w:rsidRDefault="00A8490A" w:rsidP="00A8490A">
      <w:pPr>
        <w:widowControl w:val="0"/>
        <w:autoSpaceDE w:val="0"/>
        <w:autoSpaceDN w:val="0"/>
        <w:spacing w:before="1"/>
        <w:ind w:left="1422"/>
        <w:rPr>
          <w:sz w:val="22"/>
          <w:szCs w:val="22"/>
        </w:rPr>
      </w:pPr>
      <w:r w:rsidRPr="00D35C00">
        <w:rPr>
          <w:sz w:val="22"/>
          <w:szCs w:val="22"/>
        </w:rPr>
        <w:t>Načrt razvojnih programov Občine Horjul za leto 2026-2029</w:t>
      </w:r>
    </w:p>
    <w:p w14:paraId="3D7FABCF" w14:textId="10D8B0CD" w:rsidR="00A8490A" w:rsidRPr="00D35C00" w:rsidRDefault="00A8490A" w:rsidP="00A8490A">
      <w:pPr>
        <w:widowControl w:val="0"/>
        <w:autoSpaceDE w:val="0"/>
        <w:autoSpaceDN w:val="0"/>
        <w:spacing w:before="1" w:line="229" w:lineRule="exact"/>
        <w:ind w:left="1422"/>
        <w:rPr>
          <w:sz w:val="22"/>
          <w:szCs w:val="22"/>
        </w:rPr>
      </w:pPr>
      <w:r w:rsidRPr="00D35C00">
        <w:rPr>
          <w:sz w:val="22"/>
          <w:szCs w:val="22"/>
        </w:rPr>
        <w:t xml:space="preserve">Obrazložitev proračuna Občine Horjul za leto 2026 – objavljeno na </w:t>
      </w:r>
      <w:hyperlink r:id="rId7" w:history="1">
        <w:r w:rsidRPr="00D35C00">
          <w:rPr>
            <w:sz w:val="22"/>
            <w:szCs w:val="22"/>
            <w:u w:val="single"/>
          </w:rPr>
          <w:t>www.horjul.eu</w:t>
        </w:r>
      </w:hyperlink>
    </w:p>
    <w:p w14:paraId="65EEE815" w14:textId="727AAD76" w:rsidR="00A8490A" w:rsidRPr="00D35C00" w:rsidRDefault="00A8490A" w:rsidP="00A8490A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spacing w:line="229" w:lineRule="exact"/>
        <w:contextualSpacing/>
        <w:rPr>
          <w:sz w:val="22"/>
          <w:szCs w:val="22"/>
        </w:rPr>
      </w:pPr>
      <w:r w:rsidRPr="00D35C00">
        <w:rPr>
          <w:sz w:val="22"/>
          <w:szCs w:val="22"/>
        </w:rPr>
        <w:t>Letni načrt ravnanja s stvarnim premoženjem Občine Horjul za leto</w:t>
      </w:r>
      <w:r w:rsidRPr="00D35C00">
        <w:rPr>
          <w:spacing w:val="-4"/>
          <w:sz w:val="22"/>
          <w:szCs w:val="22"/>
        </w:rPr>
        <w:t xml:space="preserve"> </w:t>
      </w:r>
      <w:r w:rsidRPr="00D35C00">
        <w:rPr>
          <w:sz w:val="22"/>
          <w:szCs w:val="22"/>
        </w:rPr>
        <w:t>2026</w:t>
      </w:r>
    </w:p>
    <w:p w14:paraId="194A5D33" w14:textId="07544DA8" w:rsidR="00A8490A" w:rsidRPr="00D35C00" w:rsidRDefault="00A8490A" w:rsidP="00A8490A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contextualSpacing/>
        <w:rPr>
          <w:sz w:val="22"/>
          <w:szCs w:val="22"/>
        </w:rPr>
      </w:pPr>
      <w:r w:rsidRPr="00D35C00">
        <w:rPr>
          <w:sz w:val="22"/>
          <w:szCs w:val="22"/>
        </w:rPr>
        <w:t>Letni program prodaje občinskega finančnega premoženja za leto</w:t>
      </w:r>
      <w:r w:rsidRPr="00D35C00">
        <w:rPr>
          <w:spacing w:val="-7"/>
          <w:sz w:val="22"/>
          <w:szCs w:val="22"/>
        </w:rPr>
        <w:t xml:space="preserve"> </w:t>
      </w:r>
      <w:r w:rsidRPr="00D35C00">
        <w:rPr>
          <w:sz w:val="22"/>
          <w:szCs w:val="22"/>
        </w:rPr>
        <w:t>2026</w:t>
      </w:r>
    </w:p>
    <w:p w14:paraId="54E632C3" w14:textId="07828988" w:rsidR="00A8490A" w:rsidRPr="00D35C00" w:rsidRDefault="00A8490A" w:rsidP="00A8490A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spacing w:line="230" w:lineRule="exact"/>
        <w:contextualSpacing/>
        <w:rPr>
          <w:sz w:val="22"/>
          <w:szCs w:val="22"/>
        </w:rPr>
      </w:pPr>
      <w:r w:rsidRPr="00D35C00">
        <w:rPr>
          <w:sz w:val="22"/>
          <w:szCs w:val="22"/>
        </w:rPr>
        <w:t>Kadrovski načrt Občine Horjul za leto</w:t>
      </w:r>
      <w:r w:rsidRPr="00D35C00">
        <w:rPr>
          <w:spacing w:val="1"/>
          <w:sz w:val="22"/>
          <w:szCs w:val="22"/>
        </w:rPr>
        <w:t xml:space="preserve"> </w:t>
      </w:r>
      <w:r w:rsidRPr="00D35C00">
        <w:rPr>
          <w:sz w:val="22"/>
          <w:szCs w:val="22"/>
        </w:rPr>
        <w:t>2026</w:t>
      </w:r>
    </w:p>
    <w:p w14:paraId="42510433" w14:textId="4B68DBDE" w:rsidR="00A8490A" w:rsidRPr="00DA5073" w:rsidRDefault="00A8490A" w:rsidP="00A8490A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DA5073">
        <w:rPr>
          <w:sz w:val="22"/>
          <w:szCs w:val="22"/>
        </w:rPr>
        <w:t xml:space="preserve">Točka </w:t>
      </w:r>
      <w:r w:rsidR="00CA0F2C" w:rsidRPr="00DA5073">
        <w:rPr>
          <w:sz w:val="22"/>
          <w:szCs w:val="22"/>
        </w:rPr>
        <w:t>6</w:t>
      </w:r>
      <w:r w:rsidRPr="00DA5073">
        <w:rPr>
          <w:sz w:val="22"/>
          <w:szCs w:val="22"/>
        </w:rPr>
        <w:t xml:space="preserve">: Gradivo, predlog </w:t>
      </w:r>
      <w:r w:rsidR="00CA0F2C" w:rsidRPr="00DA5073">
        <w:rPr>
          <w:sz w:val="22"/>
          <w:szCs w:val="22"/>
        </w:rPr>
        <w:t>LPŠ</w:t>
      </w:r>
      <w:r w:rsidR="002623C2" w:rsidRPr="00DA5073">
        <w:rPr>
          <w:sz w:val="22"/>
          <w:szCs w:val="22"/>
        </w:rPr>
        <w:t xml:space="preserve">, predlog </w:t>
      </w:r>
      <w:r w:rsidR="00DA5073">
        <w:rPr>
          <w:sz w:val="22"/>
          <w:szCs w:val="22"/>
        </w:rPr>
        <w:t xml:space="preserve">izvlečka </w:t>
      </w:r>
      <w:r w:rsidR="002623C2" w:rsidRPr="00DA5073">
        <w:rPr>
          <w:sz w:val="22"/>
          <w:szCs w:val="22"/>
        </w:rPr>
        <w:t xml:space="preserve">Meril </w:t>
      </w:r>
    </w:p>
    <w:p w14:paraId="55787BFD" w14:textId="3CDEA7B5" w:rsidR="001917FB" w:rsidRDefault="001917FB" w:rsidP="001917FB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421388">
        <w:rPr>
          <w:sz w:val="22"/>
          <w:szCs w:val="22"/>
        </w:rPr>
        <w:t xml:space="preserve">Točka 7: </w:t>
      </w:r>
      <w:r w:rsidR="00DA5073">
        <w:rPr>
          <w:sz w:val="22"/>
          <w:szCs w:val="22"/>
        </w:rPr>
        <w:t>Gradivo, slikovno gradivo in izpis iz ZK</w:t>
      </w:r>
    </w:p>
    <w:p w14:paraId="561402F6" w14:textId="542F7D16" w:rsidR="00DC7C52" w:rsidRPr="00421388" w:rsidRDefault="00DC7C52" w:rsidP="001917FB">
      <w:pPr>
        <w:pStyle w:val="Odstavekseznama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Točka 8: </w:t>
      </w:r>
      <w:r w:rsidR="00DA5073" w:rsidRPr="00421388">
        <w:rPr>
          <w:sz w:val="22"/>
          <w:szCs w:val="22"/>
        </w:rPr>
        <w:t>Gradivo, predlog Odloka</w:t>
      </w:r>
    </w:p>
    <w:sectPr w:rsidR="00DC7C52" w:rsidRPr="00421388" w:rsidSect="00F172C5">
      <w:pgSz w:w="11907" w:h="16839"/>
      <w:pgMar w:top="1080" w:right="1008" w:bottom="1135" w:left="10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31174"/>
    <w:multiLevelType w:val="hybridMultilevel"/>
    <w:tmpl w:val="238027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D7311"/>
    <w:multiLevelType w:val="hybridMultilevel"/>
    <w:tmpl w:val="24A67A96"/>
    <w:lvl w:ilvl="0" w:tplc="6CF80238">
      <w:start w:val="1"/>
      <w:numFmt w:val="decimal"/>
      <w:lvlText w:val="%1.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sl" w:eastAsia="sl" w:bidi="sl"/>
      </w:rPr>
    </w:lvl>
    <w:lvl w:ilvl="1" w:tplc="91168D22">
      <w:start w:val="1"/>
      <w:numFmt w:val="lowerLetter"/>
      <w:lvlText w:val="%2)"/>
      <w:lvlJc w:val="left"/>
      <w:pPr>
        <w:ind w:left="1422" w:hanging="360"/>
      </w:pPr>
      <w:rPr>
        <w:rFonts w:hint="default"/>
        <w:w w:val="99"/>
        <w:lang w:val="sl" w:eastAsia="sl" w:bidi="sl"/>
      </w:rPr>
    </w:lvl>
    <w:lvl w:ilvl="2" w:tplc="BCE651DA">
      <w:numFmt w:val="bullet"/>
      <w:lvlText w:val="•"/>
      <w:lvlJc w:val="left"/>
      <w:pPr>
        <w:ind w:left="1420" w:hanging="360"/>
      </w:pPr>
      <w:rPr>
        <w:rFonts w:hint="default"/>
        <w:lang w:val="sl" w:eastAsia="sl" w:bidi="sl"/>
      </w:rPr>
    </w:lvl>
    <w:lvl w:ilvl="3" w:tplc="A2485408">
      <w:numFmt w:val="bullet"/>
      <w:lvlText w:val="•"/>
      <w:lvlJc w:val="left"/>
      <w:pPr>
        <w:ind w:left="2425" w:hanging="360"/>
      </w:pPr>
      <w:rPr>
        <w:rFonts w:hint="default"/>
        <w:lang w:val="sl" w:eastAsia="sl" w:bidi="sl"/>
      </w:rPr>
    </w:lvl>
    <w:lvl w:ilvl="4" w:tplc="470E5D2C">
      <w:numFmt w:val="bullet"/>
      <w:lvlText w:val="•"/>
      <w:lvlJc w:val="left"/>
      <w:pPr>
        <w:ind w:left="3431" w:hanging="360"/>
      </w:pPr>
      <w:rPr>
        <w:rFonts w:hint="default"/>
        <w:lang w:val="sl" w:eastAsia="sl" w:bidi="sl"/>
      </w:rPr>
    </w:lvl>
    <w:lvl w:ilvl="5" w:tplc="D338C3F4">
      <w:numFmt w:val="bullet"/>
      <w:lvlText w:val="•"/>
      <w:lvlJc w:val="left"/>
      <w:pPr>
        <w:ind w:left="4437" w:hanging="360"/>
      </w:pPr>
      <w:rPr>
        <w:rFonts w:hint="default"/>
        <w:lang w:val="sl" w:eastAsia="sl" w:bidi="sl"/>
      </w:rPr>
    </w:lvl>
    <w:lvl w:ilvl="6" w:tplc="E5EE66E2">
      <w:numFmt w:val="bullet"/>
      <w:lvlText w:val="•"/>
      <w:lvlJc w:val="left"/>
      <w:pPr>
        <w:ind w:left="5443" w:hanging="360"/>
      </w:pPr>
      <w:rPr>
        <w:rFonts w:hint="default"/>
        <w:lang w:val="sl" w:eastAsia="sl" w:bidi="sl"/>
      </w:rPr>
    </w:lvl>
    <w:lvl w:ilvl="7" w:tplc="4850977A">
      <w:numFmt w:val="bullet"/>
      <w:lvlText w:val="•"/>
      <w:lvlJc w:val="left"/>
      <w:pPr>
        <w:ind w:left="6449" w:hanging="360"/>
      </w:pPr>
      <w:rPr>
        <w:rFonts w:hint="default"/>
        <w:lang w:val="sl" w:eastAsia="sl" w:bidi="sl"/>
      </w:rPr>
    </w:lvl>
    <w:lvl w:ilvl="8" w:tplc="C10CA3A0">
      <w:numFmt w:val="bullet"/>
      <w:lvlText w:val="•"/>
      <w:lvlJc w:val="left"/>
      <w:pPr>
        <w:ind w:left="7454" w:hanging="360"/>
      </w:pPr>
      <w:rPr>
        <w:rFonts w:hint="default"/>
        <w:lang w:val="sl" w:eastAsia="sl" w:bidi="sl"/>
      </w:rPr>
    </w:lvl>
  </w:abstractNum>
  <w:abstractNum w:abstractNumId="2" w15:restartNumberingAfterBreak="0">
    <w:nsid w:val="0BF1534B"/>
    <w:multiLevelType w:val="hybridMultilevel"/>
    <w:tmpl w:val="5F665978"/>
    <w:lvl w:ilvl="0" w:tplc="BFD24C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9AD"/>
    <w:multiLevelType w:val="hybridMultilevel"/>
    <w:tmpl w:val="EA6E466E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B5F58"/>
    <w:multiLevelType w:val="hybridMultilevel"/>
    <w:tmpl w:val="D4E867EE"/>
    <w:lvl w:ilvl="0" w:tplc="8A7EA7CC">
      <w:start w:val="4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3912" w:hanging="360"/>
      </w:pPr>
    </w:lvl>
    <w:lvl w:ilvl="2" w:tplc="0424001B" w:tentative="1">
      <w:start w:val="1"/>
      <w:numFmt w:val="lowerRoman"/>
      <w:lvlText w:val="%3."/>
      <w:lvlJc w:val="right"/>
      <w:pPr>
        <w:ind w:left="4632" w:hanging="180"/>
      </w:pPr>
    </w:lvl>
    <w:lvl w:ilvl="3" w:tplc="0424000F" w:tentative="1">
      <w:start w:val="1"/>
      <w:numFmt w:val="decimal"/>
      <w:lvlText w:val="%4."/>
      <w:lvlJc w:val="left"/>
      <w:pPr>
        <w:ind w:left="5352" w:hanging="360"/>
      </w:pPr>
    </w:lvl>
    <w:lvl w:ilvl="4" w:tplc="04240019" w:tentative="1">
      <w:start w:val="1"/>
      <w:numFmt w:val="lowerLetter"/>
      <w:lvlText w:val="%5."/>
      <w:lvlJc w:val="left"/>
      <w:pPr>
        <w:ind w:left="6072" w:hanging="360"/>
      </w:pPr>
    </w:lvl>
    <w:lvl w:ilvl="5" w:tplc="0424001B" w:tentative="1">
      <w:start w:val="1"/>
      <w:numFmt w:val="lowerRoman"/>
      <w:lvlText w:val="%6."/>
      <w:lvlJc w:val="right"/>
      <w:pPr>
        <w:ind w:left="6792" w:hanging="180"/>
      </w:pPr>
    </w:lvl>
    <w:lvl w:ilvl="6" w:tplc="0424000F" w:tentative="1">
      <w:start w:val="1"/>
      <w:numFmt w:val="decimal"/>
      <w:lvlText w:val="%7."/>
      <w:lvlJc w:val="left"/>
      <w:pPr>
        <w:ind w:left="7512" w:hanging="360"/>
      </w:pPr>
    </w:lvl>
    <w:lvl w:ilvl="7" w:tplc="04240019" w:tentative="1">
      <w:start w:val="1"/>
      <w:numFmt w:val="lowerLetter"/>
      <w:lvlText w:val="%8."/>
      <w:lvlJc w:val="left"/>
      <w:pPr>
        <w:ind w:left="8232" w:hanging="360"/>
      </w:pPr>
    </w:lvl>
    <w:lvl w:ilvl="8" w:tplc="0424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 w15:restartNumberingAfterBreak="0">
    <w:nsid w:val="284C223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B0A13"/>
    <w:multiLevelType w:val="hybridMultilevel"/>
    <w:tmpl w:val="23A619D0"/>
    <w:lvl w:ilvl="0" w:tplc="6DA001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646A6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262BE"/>
    <w:multiLevelType w:val="hybridMultilevel"/>
    <w:tmpl w:val="5D1C7EE4"/>
    <w:lvl w:ilvl="0" w:tplc="7F708C6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9A506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DF1744"/>
    <w:multiLevelType w:val="hybridMultilevel"/>
    <w:tmpl w:val="D3528D8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17">
      <w:start w:val="1"/>
      <w:numFmt w:val="lowerLetter"/>
      <w:lvlText w:val="%2)"/>
      <w:lvlJc w:val="left"/>
      <w:pPr>
        <w:ind w:left="1353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63859"/>
    <w:multiLevelType w:val="hybridMultilevel"/>
    <w:tmpl w:val="E380303A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>
      <w:start w:val="1"/>
      <w:numFmt w:val="lowerLetter"/>
      <w:lvlText w:val="%2."/>
      <w:lvlJc w:val="left"/>
      <w:pPr>
        <w:ind w:left="2160" w:hanging="360"/>
      </w:pPr>
    </w:lvl>
    <w:lvl w:ilvl="2" w:tplc="0424001B">
      <w:start w:val="1"/>
      <w:numFmt w:val="lowerRoman"/>
      <w:lvlText w:val="%3."/>
      <w:lvlJc w:val="right"/>
      <w:pPr>
        <w:ind w:left="2880" w:hanging="180"/>
      </w:pPr>
    </w:lvl>
    <w:lvl w:ilvl="3" w:tplc="0424000F">
      <w:start w:val="1"/>
      <w:numFmt w:val="decimal"/>
      <w:lvlText w:val="%4."/>
      <w:lvlJc w:val="left"/>
      <w:pPr>
        <w:ind w:left="3600" w:hanging="360"/>
      </w:pPr>
    </w:lvl>
    <w:lvl w:ilvl="4" w:tplc="04240019">
      <w:start w:val="1"/>
      <w:numFmt w:val="lowerLetter"/>
      <w:lvlText w:val="%5."/>
      <w:lvlJc w:val="left"/>
      <w:pPr>
        <w:ind w:left="4320" w:hanging="360"/>
      </w:pPr>
    </w:lvl>
    <w:lvl w:ilvl="5" w:tplc="0424001B">
      <w:start w:val="1"/>
      <w:numFmt w:val="lowerRoman"/>
      <w:lvlText w:val="%6."/>
      <w:lvlJc w:val="right"/>
      <w:pPr>
        <w:ind w:left="5040" w:hanging="180"/>
      </w:pPr>
    </w:lvl>
    <w:lvl w:ilvl="6" w:tplc="0424000F">
      <w:start w:val="1"/>
      <w:numFmt w:val="decimal"/>
      <w:lvlText w:val="%7."/>
      <w:lvlJc w:val="left"/>
      <w:pPr>
        <w:ind w:left="5760" w:hanging="360"/>
      </w:pPr>
    </w:lvl>
    <w:lvl w:ilvl="7" w:tplc="04240019">
      <w:start w:val="1"/>
      <w:numFmt w:val="lowerLetter"/>
      <w:lvlText w:val="%8."/>
      <w:lvlJc w:val="left"/>
      <w:pPr>
        <w:ind w:left="6480" w:hanging="360"/>
      </w:pPr>
    </w:lvl>
    <w:lvl w:ilvl="8" w:tplc="0424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9C0481"/>
    <w:multiLevelType w:val="hybridMultilevel"/>
    <w:tmpl w:val="E05A9AE2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94FD8"/>
    <w:multiLevelType w:val="hybridMultilevel"/>
    <w:tmpl w:val="6EE8187A"/>
    <w:lvl w:ilvl="0" w:tplc="8ADA563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93" w:hanging="360"/>
      </w:pPr>
    </w:lvl>
    <w:lvl w:ilvl="2" w:tplc="0424001B" w:tentative="1">
      <w:start w:val="1"/>
      <w:numFmt w:val="lowerRoman"/>
      <w:lvlText w:val="%3."/>
      <w:lvlJc w:val="right"/>
      <w:pPr>
        <w:ind w:left="2613" w:hanging="180"/>
      </w:pPr>
    </w:lvl>
    <w:lvl w:ilvl="3" w:tplc="0424000F" w:tentative="1">
      <w:start w:val="1"/>
      <w:numFmt w:val="decimal"/>
      <w:lvlText w:val="%4."/>
      <w:lvlJc w:val="left"/>
      <w:pPr>
        <w:ind w:left="3333" w:hanging="360"/>
      </w:pPr>
    </w:lvl>
    <w:lvl w:ilvl="4" w:tplc="04240019" w:tentative="1">
      <w:start w:val="1"/>
      <w:numFmt w:val="lowerLetter"/>
      <w:lvlText w:val="%5."/>
      <w:lvlJc w:val="left"/>
      <w:pPr>
        <w:ind w:left="4053" w:hanging="360"/>
      </w:pPr>
    </w:lvl>
    <w:lvl w:ilvl="5" w:tplc="0424001B" w:tentative="1">
      <w:start w:val="1"/>
      <w:numFmt w:val="lowerRoman"/>
      <w:lvlText w:val="%6."/>
      <w:lvlJc w:val="right"/>
      <w:pPr>
        <w:ind w:left="4773" w:hanging="180"/>
      </w:pPr>
    </w:lvl>
    <w:lvl w:ilvl="6" w:tplc="0424000F" w:tentative="1">
      <w:start w:val="1"/>
      <w:numFmt w:val="decimal"/>
      <w:lvlText w:val="%7."/>
      <w:lvlJc w:val="left"/>
      <w:pPr>
        <w:ind w:left="5493" w:hanging="360"/>
      </w:pPr>
    </w:lvl>
    <w:lvl w:ilvl="7" w:tplc="04240019" w:tentative="1">
      <w:start w:val="1"/>
      <w:numFmt w:val="lowerLetter"/>
      <w:lvlText w:val="%8."/>
      <w:lvlJc w:val="left"/>
      <w:pPr>
        <w:ind w:left="6213" w:hanging="360"/>
      </w:pPr>
    </w:lvl>
    <w:lvl w:ilvl="8" w:tplc="0424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3" w15:restartNumberingAfterBreak="0">
    <w:nsid w:val="3FD16437"/>
    <w:multiLevelType w:val="hybridMultilevel"/>
    <w:tmpl w:val="C9403222"/>
    <w:lvl w:ilvl="0" w:tplc="4C6669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43B5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4B3185"/>
    <w:multiLevelType w:val="hybridMultilevel"/>
    <w:tmpl w:val="CA3AC5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4240B"/>
    <w:multiLevelType w:val="hybridMultilevel"/>
    <w:tmpl w:val="5FB894DE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238D"/>
    <w:multiLevelType w:val="hybridMultilevel"/>
    <w:tmpl w:val="22E4D1E8"/>
    <w:lvl w:ilvl="0" w:tplc="7988BF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AF018C"/>
    <w:multiLevelType w:val="hybridMultilevel"/>
    <w:tmpl w:val="18CCCBF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821547">
    <w:abstractNumId w:val="3"/>
  </w:num>
  <w:num w:numId="2" w16cid:durableId="927540846">
    <w:abstractNumId w:val="13"/>
  </w:num>
  <w:num w:numId="3" w16cid:durableId="1819807906">
    <w:abstractNumId w:val="3"/>
  </w:num>
  <w:num w:numId="4" w16cid:durableId="301347276">
    <w:abstractNumId w:val="8"/>
  </w:num>
  <w:num w:numId="5" w16cid:durableId="247426577">
    <w:abstractNumId w:val="5"/>
  </w:num>
  <w:num w:numId="6" w16cid:durableId="8109511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1731242">
    <w:abstractNumId w:val="14"/>
  </w:num>
  <w:num w:numId="8" w16cid:durableId="781077528">
    <w:abstractNumId w:val="15"/>
  </w:num>
  <w:num w:numId="9" w16cid:durableId="893194930">
    <w:abstractNumId w:val="12"/>
  </w:num>
  <w:num w:numId="10" w16cid:durableId="1907184676">
    <w:abstractNumId w:val="6"/>
  </w:num>
  <w:num w:numId="11" w16cid:durableId="1322730457">
    <w:abstractNumId w:val="2"/>
  </w:num>
  <w:num w:numId="12" w16cid:durableId="2012949524">
    <w:abstractNumId w:val="17"/>
  </w:num>
  <w:num w:numId="13" w16cid:durableId="10972932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5688018">
    <w:abstractNumId w:val="0"/>
  </w:num>
  <w:num w:numId="15" w16cid:durableId="1080829598">
    <w:abstractNumId w:val="16"/>
  </w:num>
  <w:num w:numId="16" w16cid:durableId="1621378707">
    <w:abstractNumId w:val="18"/>
  </w:num>
  <w:num w:numId="17" w16cid:durableId="1129859906">
    <w:abstractNumId w:val="11"/>
  </w:num>
  <w:num w:numId="18" w16cid:durableId="370108958">
    <w:abstractNumId w:val="7"/>
  </w:num>
  <w:num w:numId="19" w16cid:durableId="1064567305">
    <w:abstractNumId w:val="4"/>
  </w:num>
  <w:num w:numId="20" w16cid:durableId="983974772">
    <w:abstractNumId w:val="9"/>
  </w:num>
  <w:num w:numId="21" w16cid:durableId="10199637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5078717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2064018661">
    <w:abstractNumId w:val="13"/>
  </w:num>
  <w:num w:numId="24" w16cid:durableId="97794272">
    <w:abstractNumId w:val="13"/>
  </w:num>
  <w:num w:numId="25" w16cid:durableId="727800969">
    <w:abstractNumId w:val="13"/>
  </w:num>
  <w:num w:numId="26" w16cid:durableId="17528485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CD"/>
    <w:rsid w:val="00004977"/>
    <w:rsid w:val="00004BD0"/>
    <w:rsid w:val="0001105E"/>
    <w:rsid w:val="000118EA"/>
    <w:rsid w:val="00013525"/>
    <w:rsid w:val="00020975"/>
    <w:rsid w:val="000252BF"/>
    <w:rsid w:val="00032382"/>
    <w:rsid w:val="00036EDB"/>
    <w:rsid w:val="000425F8"/>
    <w:rsid w:val="00042959"/>
    <w:rsid w:val="00044A66"/>
    <w:rsid w:val="00044CBB"/>
    <w:rsid w:val="0005179B"/>
    <w:rsid w:val="000557B6"/>
    <w:rsid w:val="00061351"/>
    <w:rsid w:val="00063DB8"/>
    <w:rsid w:val="0006601D"/>
    <w:rsid w:val="00074B2D"/>
    <w:rsid w:val="000811FD"/>
    <w:rsid w:val="000926D7"/>
    <w:rsid w:val="00094EF7"/>
    <w:rsid w:val="00097441"/>
    <w:rsid w:val="000B338D"/>
    <w:rsid w:val="000B40A8"/>
    <w:rsid w:val="000C5A96"/>
    <w:rsid w:val="000C74B9"/>
    <w:rsid w:val="000D00FC"/>
    <w:rsid w:val="000D057B"/>
    <w:rsid w:val="000D0F32"/>
    <w:rsid w:val="000D6961"/>
    <w:rsid w:val="000E4186"/>
    <w:rsid w:val="000F23FC"/>
    <w:rsid w:val="001115A2"/>
    <w:rsid w:val="00115516"/>
    <w:rsid w:val="001209A5"/>
    <w:rsid w:val="00124219"/>
    <w:rsid w:val="00124368"/>
    <w:rsid w:val="0013688D"/>
    <w:rsid w:val="00140269"/>
    <w:rsid w:val="00140909"/>
    <w:rsid w:val="00145C1A"/>
    <w:rsid w:val="00147017"/>
    <w:rsid w:val="00153114"/>
    <w:rsid w:val="00174CBA"/>
    <w:rsid w:val="001802F4"/>
    <w:rsid w:val="00180BAE"/>
    <w:rsid w:val="00180DD7"/>
    <w:rsid w:val="001917FB"/>
    <w:rsid w:val="001955BB"/>
    <w:rsid w:val="001A0581"/>
    <w:rsid w:val="001A34D7"/>
    <w:rsid w:val="001A44D5"/>
    <w:rsid w:val="001B0950"/>
    <w:rsid w:val="001C26E7"/>
    <w:rsid w:val="001D0F4C"/>
    <w:rsid w:val="001D28B4"/>
    <w:rsid w:val="001D4485"/>
    <w:rsid w:val="002008A2"/>
    <w:rsid w:val="00201664"/>
    <w:rsid w:val="0020598C"/>
    <w:rsid w:val="002107C7"/>
    <w:rsid w:val="00214EFA"/>
    <w:rsid w:val="002265F0"/>
    <w:rsid w:val="0022732B"/>
    <w:rsid w:val="002305BC"/>
    <w:rsid w:val="00244F1A"/>
    <w:rsid w:val="00246B0D"/>
    <w:rsid w:val="002508EB"/>
    <w:rsid w:val="002579AF"/>
    <w:rsid w:val="00257AFD"/>
    <w:rsid w:val="002616F9"/>
    <w:rsid w:val="002623C2"/>
    <w:rsid w:val="00262E86"/>
    <w:rsid w:val="00265782"/>
    <w:rsid w:val="0027562A"/>
    <w:rsid w:val="00277612"/>
    <w:rsid w:val="002805E2"/>
    <w:rsid w:val="00282311"/>
    <w:rsid w:val="002850F3"/>
    <w:rsid w:val="00285123"/>
    <w:rsid w:val="00291E0E"/>
    <w:rsid w:val="00296AA4"/>
    <w:rsid w:val="002A370D"/>
    <w:rsid w:val="002A5EBE"/>
    <w:rsid w:val="002B4F73"/>
    <w:rsid w:val="002B7D6A"/>
    <w:rsid w:val="002C1467"/>
    <w:rsid w:val="002C24E4"/>
    <w:rsid w:val="002C7446"/>
    <w:rsid w:val="002D2D06"/>
    <w:rsid w:val="002D6A06"/>
    <w:rsid w:val="002D7CC3"/>
    <w:rsid w:val="002E3B67"/>
    <w:rsid w:val="002F3469"/>
    <w:rsid w:val="003127CE"/>
    <w:rsid w:val="003153DF"/>
    <w:rsid w:val="00324AF9"/>
    <w:rsid w:val="003376C4"/>
    <w:rsid w:val="003402FB"/>
    <w:rsid w:val="00360CD5"/>
    <w:rsid w:val="00381F40"/>
    <w:rsid w:val="0038713A"/>
    <w:rsid w:val="00387EAC"/>
    <w:rsid w:val="00390AB1"/>
    <w:rsid w:val="003B10D8"/>
    <w:rsid w:val="003B3568"/>
    <w:rsid w:val="003B63CF"/>
    <w:rsid w:val="003B6997"/>
    <w:rsid w:val="003B7402"/>
    <w:rsid w:val="003B7535"/>
    <w:rsid w:val="003C08AF"/>
    <w:rsid w:val="003C0C9D"/>
    <w:rsid w:val="003C29D1"/>
    <w:rsid w:val="003C7176"/>
    <w:rsid w:val="003C7FEF"/>
    <w:rsid w:val="003D59BB"/>
    <w:rsid w:val="003D759E"/>
    <w:rsid w:val="003D779A"/>
    <w:rsid w:val="003E0E06"/>
    <w:rsid w:val="003E75B8"/>
    <w:rsid w:val="003F56F2"/>
    <w:rsid w:val="003F5757"/>
    <w:rsid w:val="004039EE"/>
    <w:rsid w:val="00403E7F"/>
    <w:rsid w:val="00404A86"/>
    <w:rsid w:val="00406014"/>
    <w:rsid w:val="00413671"/>
    <w:rsid w:val="00421388"/>
    <w:rsid w:val="00421674"/>
    <w:rsid w:val="0042436A"/>
    <w:rsid w:val="004324D9"/>
    <w:rsid w:val="0044069A"/>
    <w:rsid w:val="00440D46"/>
    <w:rsid w:val="00444ECA"/>
    <w:rsid w:val="00445D5E"/>
    <w:rsid w:val="004541A6"/>
    <w:rsid w:val="00457E28"/>
    <w:rsid w:val="004633B9"/>
    <w:rsid w:val="0046370C"/>
    <w:rsid w:val="00464174"/>
    <w:rsid w:val="00471D38"/>
    <w:rsid w:val="00473958"/>
    <w:rsid w:val="00474E94"/>
    <w:rsid w:val="0047694A"/>
    <w:rsid w:val="0048017C"/>
    <w:rsid w:val="00483F22"/>
    <w:rsid w:val="00484029"/>
    <w:rsid w:val="00484186"/>
    <w:rsid w:val="0048517F"/>
    <w:rsid w:val="004857E4"/>
    <w:rsid w:val="004875F5"/>
    <w:rsid w:val="00492C97"/>
    <w:rsid w:val="00493C69"/>
    <w:rsid w:val="004968F0"/>
    <w:rsid w:val="004A19AB"/>
    <w:rsid w:val="004A33FC"/>
    <w:rsid w:val="004B1BF6"/>
    <w:rsid w:val="004B2A2C"/>
    <w:rsid w:val="004B550F"/>
    <w:rsid w:val="004C2B8F"/>
    <w:rsid w:val="004C3646"/>
    <w:rsid w:val="004C4F23"/>
    <w:rsid w:val="004C7A6E"/>
    <w:rsid w:val="004D2533"/>
    <w:rsid w:val="004D43D9"/>
    <w:rsid w:val="004D45A9"/>
    <w:rsid w:val="004D6E8E"/>
    <w:rsid w:val="004E69EC"/>
    <w:rsid w:val="004F4B08"/>
    <w:rsid w:val="0050137E"/>
    <w:rsid w:val="005039DE"/>
    <w:rsid w:val="0050588E"/>
    <w:rsid w:val="005072E6"/>
    <w:rsid w:val="0051241E"/>
    <w:rsid w:val="00516658"/>
    <w:rsid w:val="005230B4"/>
    <w:rsid w:val="005261B7"/>
    <w:rsid w:val="0053182E"/>
    <w:rsid w:val="005334FA"/>
    <w:rsid w:val="00541A1B"/>
    <w:rsid w:val="0055140C"/>
    <w:rsid w:val="005610D5"/>
    <w:rsid w:val="0057268E"/>
    <w:rsid w:val="00580B70"/>
    <w:rsid w:val="00582A62"/>
    <w:rsid w:val="005922CF"/>
    <w:rsid w:val="0059429A"/>
    <w:rsid w:val="005A16AA"/>
    <w:rsid w:val="005A25E2"/>
    <w:rsid w:val="005A2BA8"/>
    <w:rsid w:val="005A32EE"/>
    <w:rsid w:val="005A48B4"/>
    <w:rsid w:val="005B43EE"/>
    <w:rsid w:val="005B53FC"/>
    <w:rsid w:val="005C3C4C"/>
    <w:rsid w:val="005D271D"/>
    <w:rsid w:val="005E07ED"/>
    <w:rsid w:val="005E0837"/>
    <w:rsid w:val="005E2841"/>
    <w:rsid w:val="005F7EBB"/>
    <w:rsid w:val="00605197"/>
    <w:rsid w:val="00611087"/>
    <w:rsid w:val="006228D8"/>
    <w:rsid w:val="00632960"/>
    <w:rsid w:val="00643C27"/>
    <w:rsid w:val="00652623"/>
    <w:rsid w:val="0065340A"/>
    <w:rsid w:val="00657A2B"/>
    <w:rsid w:val="006642C1"/>
    <w:rsid w:val="00670DF7"/>
    <w:rsid w:val="00671D4D"/>
    <w:rsid w:val="006741B6"/>
    <w:rsid w:val="006747CD"/>
    <w:rsid w:val="00677180"/>
    <w:rsid w:val="00677CCC"/>
    <w:rsid w:val="006801F6"/>
    <w:rsid w:val="00680705"/>
    <w:rsid w:val="006815D3"/>
    <w:rsid w:val="00685519"/>
    <w:rsid w:val="006861B4"/>
    <w:rsid w:val="00690405"/>
    <w:rsid w:val="00692D87"/>
    <w:rsid w:val="00695224"/>
    <w:rsid w:val="00696388"/>
    <w:rsid w:val="006A0451"/>
    <w:rsid w:val="006A17F4"/>
    <w:rsid w:val="006A6DA5"/>
    <w:rsid w:val="006A736A"/>
    <w:rsid w:val="006B1357"/>
    <w:rsid w:val="006C1A4A"/>
    <w:rsid w:val="006C5156"/>
    <w:rsid w:val="006D01CA"/>
    <w:rsid w:val="006D48D8"/>
    <w:rsid w:val="006E2368"/>
    <w:rsid w:val="006E578A"/>
    <w:rsid w:val="006F0F7C"/>
    <w:rsid w:val="006F7B17"/>
    <w:rsid w:val="00700921"/>
    <w:rsid w:val="007017A5"/>
    <w:rsid w:val="00701925"/>
    <w:rsid w:val="00701D81"/>
    <w:rsid w:val="00702A89"/>
    <w:rsid w:val="0071017F"/>
    <w:rsid w:val="00712F91"/>
    <w:rsid w:val="00716C08"/>
    <w:rsid w:val="00720E2F"/>
    <w:rsid w:val="00720F50"/>
    <w:rsid w:val="0072411B"/>
    <w:rsid w:val="00732C41"/>
    <w:rsid w:val="0073612D"/>
    <w:rsid w:val="00751056"/>
    <w:rsid w:val="00751F8F"/>
    <w:rsid w:val="00757873"/>
    <w:rsid w:val="00760423"/>
    <w:rsid w:val="00762239"/>
    <w:rsid w:val="0076283A"/>
    <w:rsid w:val="007667B8"/>
    <w:rsid w:val="007708EE"/>
    <w:rsid w:val="007906E2"/>
    <w:rsid w:val="00792F6B"/>
    <w:rsid w:val="007A0124"/>
    <w:rsid w:val="007A2AA7"/>
    <w:rsid w:val="007A360D"/>
    <w:rsid w:val="007B1931"/>
    <w:rsid w:val="007C5582"/>
    <w:rsid w:val="007D1A32"/>
    <w:rsid w:val="007D2590"/>
    <w:rsid w:val="007D5A21"/>
    <w:rsid w:val="007E36A7"/>
    <w:rsid w:val="007E38D2"/>
    <w:rsid w:val="007E4EA9"/>
    <w:rsid w:val="007F0FA3"/>
    <w:rsid w:val="007F6E6C"/>
    <w:rsid w:val="007F7D1D"/>
    <w:rsid w:val="0080137A"/>
    <w:rsid w:val="0080309C"/>
    <w:rsid w:val="00804C62"/>
    <w:rsid w:val="008104FE"/>
    <w:rsid w:val="00815E1A"/>
    <w:rsid w:val="0081678F"/>
    <w:rsid w:val="008215DC"/>
    <w:rsid w:val="00822787"/>
    <w:rsid w:val="008255D3"/>
    <w:rsid w:val="008306F2"/>
    <w:rsid w:val="0083274C"/>
    <w:rsid w:val="008454B6"/>
    <w:rsid w:val="00850AA7"/>
    <w:rsid w:val="0085160E"/>
    <w:rsid w:val="008770F6"/>
    <w:rsid w:val="00886DF7"/>
    <w:rsid w:val="008871DF"/>
    <w:rsid w:val="00894841"/>
    <w:rsid w:val="00897D2A"/>
    <w:rsid w:val="008A2DC4"/>
    <w:rsid w:val="008A66DE"/>
    <w:rsid w:val="008B1518"/>
    <w:rsid w:val="008B2AA2"/>
    <w:rsid w:val="008B32C3"/>
    <w:rsid w:val="008C14C4"/>
    <w:rsid w:val="008C5773"/>
    <w:rsid w:val="008C5C15"/>
    <w:rsid w:val="008D6F8C"/>
    <w:rsid w:val="008D7F73"/>
    <w:rsid w:val="008E3991"/>
    <w:rsid w:val="008E6C9C"/>
    <w:rsid w:val="008F475A"/>
    <w:rsid w:val="008F498E"/>
    <w:rsid w:val="009071DB"/>
    <w:rsid w:val="009167E0"/>
    <w:rsid w:val="009171B0"/>
    <w:rsid w:val="00921793"/>
    <w:rsid w:val="009252E0"/>
    <w:rsid w:val="0092540E"/>
    <w:rsid w:val="00930F39"/>
    <w:rsid w:val="009368C3"/>
    <w:rsid w:val="00940D16"/>
    <w:rsid w:val="00942F5D"/>
    <w:rsid w:val="0095059D"/>
    <w:rsid w:val="00956EDA"/>
    <w:rsid w:val="0096096E"/>
    <w:rsid w:val="00961914"/>
    <w:rsid w:val="00966302"/>
    <w:rsid w:val="00967162"/>
    <w:rsid w:val="0096731E"/>
    <w:rsid w:val="009675BA"/>
    <w:rsid w:val="009742EA"/>
    <w:rsid w:val="00975816"/>
    <w:rsid w:val="00977EDB"/>
    <w:rsid w:val="00980E2C"/>
    <w:rsid w:val="00982C01"/>
    <w:rsid w:val="009A56C1"/>
    <w:rsid w:val="009A5AD6"/>
    <w:rsid w:val="009A782C"/>
    <w:rsid w:val="009B35C6"/>
    <w:rsid w:val="009B497F"/>
    <w:rsid w:val="009B53E9"/>
    <w:rsid w:val="009C36FB"/>
    <w:rsid w:val="009C5BF5"/>
    <w:rsid w:val="009D2EA2"/>
    <w:rsid w:val="009D3D1D"/>
    <w:rsid w:val="009E05F5"/>
    <w:rsid w:val="009E4C36"/>
    <w:rsid w:val="009F24FA"/>
    <w:rsid w:val="009F29AC"/>
    <w:rsid w:val="00A101DD"/>
    <w:rsid w:val="00A11B21"/>
    <w:rsid w:val="00A32BCA"/>
    <w:rsid w:val="00A35053"/>
    <w:rsid w:val="00A3711E"/>
    <w:rsid w:val="00A55B2B"/>
    <w:rsid w:val="00A602D3"/>
    <w:rsid w:val="00A62312"/>
    <w:rsid w:val="00A66289"/>
    <w:rsid w:val="00A72BFF"/>
    <w:rsid w:val="00A74E19"/>
    <w:rsid w:val="00A75FAF"/>
    <w:rsid w:val="00A8490A"/>
    <w:rsid w:val="00A851B7"/>
    <w:rsid w:val="00AA5DBF"/>
    <w:rsid w:val="00AA68B1"/>
    <w:rsid w:val="00AA7A54"/>
    <w:rsid w:val="00AB6557"/>
    <w:rsid w:val="00AC0191"/>
    <w:rsid w:val="00AC1EC9"/>
    <w:rsid w:val="00AC5DB1"/>
    <w:rsid w:val="00AD5EA2"/>
    <w:rsid w:val="00AD7E74"/>
    <w:rsid w:val="00AF58CF"/>
    <w:rsid w:val="00AF7EF7"/>
    <w:rsid w:val="00B0339E"/>
    <w:rsid w:val="00B042EA"/>
    <w:rsid w:val="00B06520"/>
    <w:rsid w:val="00B21895"/>
    <w:rsid w:val="00B22684"/>
    <w:rsid w:val="00B2391A"/>
    <w:rsid w:val="00B24D60"/>
    <w:rsid w:val="00B25001"/>
    <w:rsid w:val="00B255F4"/>
    <w:rsid w:val="00B27162"/>
    <w:rsid w:val="00B27CE3"/>
    <w:rsid w:val="00B32F63"/>
    <w:rsid w:val="00B32FDE"/>
    <w:rsid w:val="00B33191"/>
    <w:rsid w:val="00B331D3"/>
    <w:rsid w:val="00B41D92"/>
    <w:rsid w:val="00B430DC"/>
    <w:rsid w:val="00B45B39"/>
    <w:rsid w:val="00B51318"/>
    <w:rsid w:val="00B54FC4"/>
    <w:rsid w:val="00B65666"/>
    <w:rsid w:val="00B71DD0"/>
    <w:rsid w:val="00B8301C"/>
    <w:rsid w:val="00B84491"/>
    <w:rsid w:val="00BA22A9"/>
    <w:rsid w:val="00BB7A11"/>
    <w:rsid w:val="00BC3868"/>
    <w:rsid w:val="00BC4C76"/>
    <w:rsid w:val="00BC4F05"/>
    <w:rsid w:val="00BC5989"/>
    <w:rsid w:val="00BC68DD"/>
    <w:rsid w:val="00BD1EBB"/>
    <w:rsid w:val="00BD38A8"/>
    <w:rsid w:val="00BD576F"/>
    <w:rsid w:val="00BD57E7"/>
    <w:rsid w:val="00BE09EE"/>
    <w:rsid w:val="00BE7823"/>
    <w:rsid w:val="00BF6B3E"/>
    <w:rsid w:val="00C13D91"/>
    <w:rsid w:val="00C21F86"/>
    <w:rsid w:val="00C26083"/>
    <w:rsid w:val="00C26EDC"/>
    <w:rsid w:val="00C30D9B"/>
    <w:rsid w:val="00C33AA4"/>
    <w:rsid w:val="00C3701D"/>
    <w:rsid w:val="00C40636"/>
    <w:rsid w:val="00C419D0"/>
    <w:rsid w:val="00C60FD0"/>
    <w:rsid w:val="00C61BE6"/>
    <w:rsid w:val="00C61CF9"/>
    <w:rsid w:val="00C66C7F"/>
    <w:rsid w:val="00C674C3"/>
    <w:rsid w:val="00C7025C"/>
    <w:rsid w:val="00C73708"/>
    <w:rsid w:val="00C758EC"/>
    <w:rsid w:val="00C82675"/>
    <w:rsid w:val="00C83D73"/>
    <w:rsid w:val="00C841B8"/>
    <w:rsid w:val="00C85FB9"/>
    <w:rsid w:val="00C934EC"/>
    <w:rsid w:val="00C94C5B"/>
    <w:rsid w:val="00C964CB"/>
    <w:rsid w:val="00CA0A20"/>
    <w:rsid w:val="00CA0F2C"/>
    <w:rsid w:val="00CA2A91"/>
    <w:rsid w:val="00CA6D55"/>
    <w:rsid w:val="00CB35AB"/>
    <w:rsid w:val="00CB51A5"/>
    <w:rsid w:val="00CC4CA7"/>
    <w:rsid w:val="00CC4F3C"/>
    <w:rsid w:val="00CC55B0"/>
    <w:rsid w:val="00CC7CB8"/>
    <w:rsid w:val="00CD6661"/>
    <w:rsid w:val="00CD7867"/>
    <w:rsid w:val="00CE4404"/>
    <w:rsid w:val="00CE5111"/>
    <w:rsid w:val="00CE5A59"/>
    <w:rsid w:val="00CE5E59"/>
    <w:rsid w:val="00CF0A12"/>
    <w:rsid w:val="00CF2F36"/>
    <w:rsid w:val="00CF580E"/>
    <w:rsid w:val="00CF62AB"/>
    <w:rsid w:val="00D01DD0"/>
    <w:rsid w:val="00D2007B"/>
    <w:rsid w:val="00D20678"/>
    <w:rsid w:val="00D21ADB"/>
    <w:rsid w:val="00D2311D"/>
    <w:rsid w:val="00D25125"/>
    <w:rsid w:val="00D34A1A"/>
    <w:rsid w:val="00D353CD"/>
    <w:rsid w:val="00D35C00"/>
    <w:rsid w:val="00D36054"/>
    <w:rsid w:val="00D42E9A"/>
    <w:rsid w:val="00D463B7"/>
    <w:rsid w:val="00D46981"/>
    <w:rsid w:val="00D52C70"/>
    <w:rsid w:val="00D55E7F"/>
    <w:rsid w:val="00D562BD"/>
    <w:rsid w:val="00D63429"/>
    <w:rsid w:val="00D674E5"/>
    <w:rsid w:val="00D745F2"/>
    <w:rsid w:val="00D747FD"/>
    <w:rsid w:val="00D87DF7"/>
    <w:rsid w:val="00D87F17"/>
    <w:rsid w:val="00D92AF3"/>
    <w:rsid w:val="00D94B07"/>
    <w:rsid w:val="00DA5073"/>
    <w:rsid w:val="00DA5508"/>
    <w:rsid w:val="00DA5AFE"/>
    <w:rsid w:val="00DA7A84"/>
    <w:rsid w:val="00DB161C"/>
    <w:rsid w:val="00DC043C"/>
    <w:rsid w:val="00DC482C"/>
    <w:rsid w:val="00DC7C52"/>
    <w:rsid w:val="00DD62B2"/>
    <w:rsid w:val="00DD62E4"/>
    <w:rsid w:val="00DE0B4F"/>
    <w:rsid w:val="00DE5673"/>
    <w:rsid w:val="00DE5BEE"/>
    <w:rsid w:val="00DE7337"/>
    <w:rsid w:val="00DE7AB1"/>
    <w:rsid w:val="00DF0AA5"/>
    <w:rsid w:val="00DF41D8"/>
    <w:rsid w:val="00E04D61"/>
    <w:rsid w:val="00E110B7"/>
    <w:rsid w:val="00E120CC"/>
    <w:rsid w:val="00E13387"/>
    <w:rsid w:val="00E13FE0"/>
    <w:rsid w:val="00E20198"/>
    <w:rsid w:val="00E239B7"/>
    <w:rsid w:val="00E2532B"/>
    <w:rsid w:val="00E25D73"/>
    <w:rsid w:val="00E33308"/>
    <w:rsid w:val="00E3379A"/>
    <w:rsid w:val="00E353E1"/>
    <w:rsid w:val="00E356CC"/>
    <w:rsid w:val="00E37625"/>
    <w:rsid w:val="00E40189"/>
    <w:rsid w:val="00E42729"/>
    <w:rsid w:val="00E430A9"/>
    <w:rsid w:val="00E453F4"/>
    <w:rsid w:val="00E542D3"/>
    <w:rsid w:val="00E568FB"/>
    <w:rsid w:val="00E63AC7"/>
    <w:rsid w:val="00E71B65"/>
    <w:rsid w:val="00E75CF1"/>
    <w:rsid w:val="00E76BE9"/>
    <w:rsid w:val="00E81D2A"/>
    <w:rsid w:val="00E85B37"/>
    <w:rsid w:val="00E905AE"/>
    <w:rsid w:val="00E94DD3"/>
    <w:rsid w:val="00EA5787"/>
    <w:rsid w:val="00EA71FA"/>
    <w:rsid w:val="00EB39F1"/>
    <w:rsid w:val="00EC04D8"/>
    <w:rsid w:val="00ED1A63"/>
    <w:rsid w:val="00EE2137"/>
    <w:rsid w:val="00EF1608"/>
    <w:rsid w:val="00EF29D3"/>
    <w:rsid w:val="00F03C87"/>
    <w:rsid w:val="00F04092"/>
    <w:rsid w:val="00F1563A"/>
    <w:rsid w:val="00F16747"/>
    <w:rsid w:val="00F172C5"/>
    <w:rsid w:val="00F323E6"/>
    <w:rsid w:val="00F4252D"/>
    <w:rsid w:val="00F42B7D"/>
    <w:rsid w:val="00F4327D"/>
    <w:rsid w:val="00F440AD"/>
    <w:rsid w:val="00F4756A"/>
    <w:rsid w:val="00F500F4"/>
    <w:rsid w:val="00F50BFF"/>
    <w:rsid w:val="00F5440C"/>
    <w:rsid w:val="00F54674"/>
    <w:rsid w:val="00F5680D"/>
    <w:rsid w:val="00F56E55"/>
    <w:rsid w:val="00F6062E"/>
    <w:rsid w:val="00F62845"/>
    <w:rsid w:val="00F62EE8"/>
    <w:rsid w:val="00F736FF"/>
    <w:rsid w:val="00F76BA1"/>
    <w:rsid w:val="00F82B49"/>
    <w:rsid w:val="00F85DFB"/>
    <w:rsid w:val="00F87215"/>
    <w:rsid w:val="00F90CCF"/>
    <w:rsid w:val="00FA0798"/>
    <w:rsid w:val="00FA5FCC"/>
    <w:rsid w:val="00FA7F00"/>
    <w:rsid w:val="00FB178D"/>
    <w:rsid w:val="00FB5123"/>
    <w:rsid w:val="00FB6983"/>
    <w:rsid w:val="00FF388C"/>
    <w:rsid w:val="00FF57D7"/>
    <w:rsid w:val="00F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56D7"/>
  <w15:docId w15:val="{42D2CD34-1E08-4D35-AFE5-EC47D601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21ADB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720E2F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GlavaZnak">
    <w:name w:val="Glava Znak"/>
    <w:link w:val="Glava"/>
    <w:locked/>
    <w:rsid w:val="00720E2F"/>
    <w:rPr>
      <w:sz w:val="24"/>
      <w:lang w:val="sl-SI" w:eastAsia="en-US" w:bidi="ar-SA"/>
    </w:rPr>
  </w:style>
  <w:style w:type="paragraph" w:styleId="Odstavekseznama">
    <w:name w:val="List Paragraph"/>
    <w:basedOn w:val="Navaden"/>
    <w:uiPriority w:val="1"/>
    <w:qFormat/>
    <w:rsid w:val="00D353CD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A3711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3711E"/>
    <w:rPr>
      <w:rFonts w:ascii="Tahoma" w:hAnsi="Tahoma" w:cs="Tahoma"/>
      <w:sz w:val="16"/>
      <w:szCs w:val="16"/>
    </w:rPr>
  </w:style>
  <w:style w:type="character" w:styleId="Poudarek">
    <w:name w:val="Emphasis"/>
    <w:basedOn w:val="Privzetapisavaodstavka"/>
    <w:uiPriority w:val="20"/>
    <w:qFormat/>
    <w:rsid w:val="00EF29D3"/>
    <w:rPr>
      <w:i/>
      <w:iCs/>
    </w:rPr>
  </w:style>
  <w:style w:type="character" w:styleId="Hiperpovezava">
    <w:name w:val="Hyperlink"/>
    <w:basedOn w:val="Privzetapisavaodstavka"/>
    <w:uiPriority w:val="99"/>
    <w:unhideWhenUsed/>
    <w:rsid w:val="00EF29D3"/>
    <w:rPr>
      <w:color w:val="0000FF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F5680D"/>
    <w:rPr>
      <w:color w:val="808080"/>
      <w:shd w:val="clear" w:color="auto" w:fill="E6E6E6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5B43EE"/>
    <w:rPr>
      <w:color w:val="808080"/>
      <w:shd w:val="clear" w:color="auto" w:fill="E6E6E6"/>
    </w:rPr>
  </w:style>
  <w:style w:type="character" w:styleId="Nerazreenaomemba">
    <w:name w:val="Unresolved Mention"/>
    <w:basedOn w:val="Privzetapisavaodstavka"/>
    <w:uiPriority w:val="99"/>
    <w:semiHidden/>
    <w:unhideWhenUsed/>
    <w:rsid w:val="003C0C9D"/>
    <w:rPr>
      <w:color w:val="808080"/>
      <w:shd w:val="clear" w:color="auto" w:fill="E6E6E6"/>
    </w:rPr>
  </w:style>
  <w:style w:type="character" w:styleId="Krepko">
    <w:name w:val="Strong"/>
    <w:basedOn w:val="Privzetapisavaodstavka"/>
    <w:qFormat/>
    <w:rsid w:val="00277612"/>
    <w:rPr>
      <w:b/>
      <w:bCs/>
    </w:rPr>
  </w:style>
  <w:style w:type="character" w:styleId="SledenaHiperpovezava">
    <w:name w:val="FollowedHyperlink"/>
    <w:basedOn w:val="Privzetapisavaodstavka"/>
    <w:semiHidden/>
    <w:unhideWhenUsed/>
    <w:rsid w:val="0080137A"/>
    <w:rPr>
      <w:color w:val="800080" w:themeColor="followedHyperlink"/>
      <w:u w:val="single"/>
    </w:rPr>
  </w:style>
  <w:style w:type="character" w:styleId="Pripombasklic">
    <w:name w:val="annotation reference"/>
    <w:basedOn w:val="Privzetapisavaodstavka"/>
    <w:semiHidden/>
    <w:unhideWhenUsed/>
    <w:rsid w:val="00671D4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71D4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71D4D"/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671D4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671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orjul.e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glava%20-%20j.j.%20NOV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2942-52A8-442A-8447-2DE32421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glava - j.j. NOVA</Template>
  <TotalTime>33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nemesis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Urska Marolt</cp:lastModifiedBy>
  <cp:revision>12</cp:revision>
  <cp:lastPrinted>2025-09-18T12:29:00Z</cp:lastPrinted>
  <dcterms:created xsi:type="dcterms:W3CDTF">2025-11-25T13:16:00Z</dcterms:created>
  <dcterms:modified xsi:type="dcterms:W3CDTF">2025-12-09T07:50:00Z</dcterms:modified>
</cp:coreProperties>
</file>